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CDE01" w14:textId="77777777" w:rsidR="006F7026" w:rsidRDefault="006F7026" w:rsidP="006F7026">
      <w:pPr>
        <w:pStyle w:val="AgendaTitle"/>
      </w:pPr>
      <w:r>
        <w:t>Course Evaluation</w:t>
      </w:r>
    </w:p>
    <w:p w14:paraId="4B48BD7E" w14:textId="77777777" w:rsidR="008B0F92" w:rsidRDefault="008B0F92" w:rsidP="006F7026"/>
    <w:p w14:paraId="3C6545A8" w14:textId="77777777" w:rsidR="008B0F92" w:rsidRDefault="008B0F92" w:rsidP="006F7026"/>
    <w:p w14:paraId="0E0D816A" w14:textId="7FC825F6" w:rsidR="006F7026" w:rsidRDefault="006F7026" w:rsidP="006F7026">
      <w:r>
        <w:t>Dear Trainee,</w:t>
      </w:r>
    </w:p>
    <w:p w14:paraId="372A8A10" w14:textId="77777777" w:rsidR="00566893" w:rsidRDefault="00566893" w:rsidP="006F7026"/>
    <w:p w14:paraId="75FF5762" w14:textId="77777777" w:rsidR="006F7026" w:rsidRDefault="006F7026" w:rsidP="006F7026">
      <w:r>
        <w:t xml:space="preserve">We have a special assignment for you during this workshop. We would greatly appreciate it if you could answer a few questions about your training experience. This will help us make your next experience even better! </w:t>
      </w:r>
      <w:r w:rsidRPr="002B6865">
        <w:t xml:space="preserve">Please return this form to your </w:t>
      </w:r>
      <w:r>
        <w:t>trainer after the workshop.</w:t>
      </w:r>
    </w:p>
    <w:p w14:paraId="5FC8470E" w14:textId="77777777" w:rsidR="006F7026" w:rsidRDefault="006F7026" w:rsidP="006F7026">
      <w:r>
        <w:t>Thank you!</w:t>
      </w:r>
    </w:p>
    <w:p w14:paraId="215AD90D" w14:textId="77777777" w:rsidR="006F7026" w:rsidRDefault="006F7026" w:rsidP="006F7026"/>
    <w:p w14:paraId="35458FF4" w14:textId="77777777" w:rsidR="00566893" w:rsidRDefault="00566893" w:rsidP="006F7026"/>
    <w:p w14:paraId="48B06160" w14:textId="77777777" w:rsidR="00566893" w:rsidRDefault="00566893" w:rsidP="006F7026"/>
    <w:p w14:paraId="319482A2" w14:textId="77777777" w:rsidR="006F7026" w:rsidRDefault="006F7026" w:rsidP="006F7026">
      <w:r>
        <w:t>Your Training Team</w:t>
      </w:r>
    </w:p>
    <w:p w14:paraId="296443C4" w14:textId="77777777" w:rsidR="006F7026" w:rsidRPr="005E60EA" w:rsidRDefault="006F7026" w:rsidP="009E1CC4">
      <w:pPr>
        <w:pStyle w:val="Sub-Session"/>
      </w:pPr>
      <w:r>
        <w:br w:type="page"/>
      </w:r>
      <w:r w:rsidRPr="005E60EA">
        <w:lastRenderedPageBreak/>
        <w:t>General Information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20"/>
        <w:gridCol w:w="6665"/>
      </w:tblGrid>
      <w:tr w:rsidR="006F7026" w14:paraId="3B78DC4E" w14:textId="77777777" w:rsidTr="007D4BC2">
        <w:tc>
          <w:tcPr>
            <w:tcW w:w="9450" w:type="dxa"/>
            <w:gridSpan w:val="2"/>
            <w:tcBorders>
              <w:top w:val="nil"/>
              <w:left w:val="nil"/>
              <w:right w:val="nil"/>
            </w:tcBorders>
          </w:tcPr>
          <w:p w14:paraId="0688718D" w14:textId="77777777" w:rsidR="006F7026" w:rsidRPr="009B5E65" w:rsidRDefault="006F7026" w:rsidP="007D4BC2">
            <w:pPr>
              <w:pStyle w:val="ImportantPoint"/>
              <w:jc w:val="center"/>
            </w:pPr>
            <w:r>
              <w:t>Workshop Information</w:t>
            </w:r>
          </w:p>
        </w:tc>
      </w:tr>
      <w:tr w:rsidR="006F7026" w:rsidRPr="00010E10" w14:paraId="6CEFED7F" w14:textId="77777777" w:rsidTr="0035169E">
        <w:tc>
          <w:tcPr>
            <w:tcW w:w="2295" w:type="dxa"/>
            <w:tcBorders>
              <w:top w:val="single" w:sz="18" w:space="0" w:color="auto"/>
              <w:left w:val="single" w:sz="18" w:space="0" w:color="auto"/>
            </w:tcBorders>
          </w:tcPr>
          <w:p w14:paraId="26A86B03" w14:textId="77777777" w:rsidR="006F7026" w:rsidRPr="009B5E65" w:rsidRDefault="006F7026" w:rsidP="007D4BC2">
            <w:r>
              <w:t>Name of Workshop</w:t>
            </w:r>
          </w:p>
        </w:tc>
        <w:tc>
          <w:tcPr>
            <w:tcW w:w="7155" w:type="dxa"/>
            <w:tcBorders>
              <w:top w:val="single" w:sz="18" w:space="0" w:color="auto"/>
              <w:right w:val="single" w:sz="18" w:space="0" w:color="auto"/>
            </w:tcBorders>
          </w:tcPr>
          <w:p w14:paraId="261E214A" w14:textId="77777777" w:rsidR="006F7026" w:rsidRPr="009B5E65" w:rsidRDefault="006F7026" w:rsidP="007D4BC2"/>
        </w:tc>
      </w:tr>
      <w:tr w:rsidR="006F7026" w:rsidRPr="00010E10" w14:paraId="7A2E5779" w14:textId="77777777" w:rsidTr="0035169E">
        <w:tc>
          <w:tcPr>
            <w:tcW w:w="2295" w:type="dxa"/>
            <w:tcBorders>
              <w:left w:val="single" w:sz="18" w:space="0" w:color="auto"/>
            </w:tcBorders>
          </w:tcPr>
          <w:p w14:paraId="4B770444" w14:textId="77777777" w:rsidR="006F7026" w:rsidRPr="009B5E65" w:rsidRDefault="006F7026" w:rsidP="007D4BC2">
            <w:r>
              <w:t>Location of Course</w:t>
            </w:r>
          </w:p>
        </w:tc>
        <w:tc>
          <w:tcPr>
            <w:tcW w:w="7155" w:type="dxa"/>
            <w:tcBorders>
              <w:right w:val="single" w:sz="18" w:space="0" w:color="auto"/>
            </w:tcBorders>
          </w:tcPr>
          <w:p w14:paraId="2FEB8A88" w14:textId="77777777" w:rsidR="006F7026" w:rsidRPr="009B5E65" w:rsidRDefault="006F7026" w:rsidP="007D4BC2"/>
        </w:tc>
      </w:tr>
      <w:tr w:rsidR="006F7026" w:rsidRPr="00010E10" w14:paraId="42EA0617" w14:textId="77777777" w:rsidTr="0035169E">
        <w:tc>
          <w:tcPr>
            <w:tcW w:w="2295" w:type="dxa"/>
            <w:tcBorders>
              <w:left w:val="single" w:sz="18" w:space="0" w:color="auto"/>
              <w:bottom w:val="single" w:sz="18" w:space="0" w:color="auto"/>
            </w:tcBorders>
          </w:tcPr>
          <w:p w14:paraId="5EDEB584" w14:textId="77777777" w:rsidR="006F7026" w:rsidRPr="009B5E65" w:rsidRDefault="006F7026" w:rsidP="007D4BC2">
            <w:r>
              <w:t>Course Length</w:t>
            </w:r>
          </w:p>
        </w:tc>
        <w:tc>
          <w:tcPr>
            <w:tcW w:w="7155" w:type="dxa"/>
            <w:tcBorders>
              <w:bottom w:val="single" w:sz="18" w:space="0" w:color="auto"/>
              <w:right w:val="single" w:sz="18" w:space="0" w:color="auto"/>
            </w:tcBorders>
          </w:tcPr>
          <w:p w14:paraId="20E66CD6" w14:textId="77777777" w:rsidR="006F7026" w:rsidRPr="009B5E65" w:rsidRDefault="006F7026" w:rsidP="007D4BC2"/>
        </w:tc>
      </w:tr>
    </w:tbl>
    <w:p w14:paraId="26F86A9C" w14:textId="77777777" w:rsidR="006F7026" w:rsidRDefault="006F7026" w:rsidP="006F7026"/>
    <w:p w14:paraId="231EBCBD" w14:textId="77777777" w:rsidR="006F7026" w:rsidRPr="009B5E65" w:rsidRDefault="006F7026" w:rsidP="006F7026"/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0"/>
        <w:gridCol w:w="3785"/>
      </w:tblGrid>
      <w:tr w:rsidR="006F7026" w14:paraId="19B38467" w14:textId="77777777" w:rsidTr="007D4BC2">
        <w:tc>
          <w:tcPr>
            <w:tcW w:w="9475" w:type="dxa"/>
            <w:gridSpan w:val="2"/>
            <w:tcBorders>
              <w:top w:val="nil"/>
              <w:left w:val="nil"/>
              <w:right w:val="nil"/>
            </w:tcBorders>
          </w:tcPr>
          <w:p w14:paraId="6D3B5EDF" w14:textId="77777777" w:rsidR="006F7026" w:rsidRPr="009B5E65" w:rsidRDefault="006F7026" w:rsidP="007D4BC2">
            <w:pPr>
              <w:pStyle w:val="ImportantPoint"/>
              <w:jc w:val="center"/>
            </w:pPr>
            <w:r>
              <w:t>A Bit About You (Optional)</w:t>
            </w:r>
          </w:p>
        </w:tc>
      </w:tr>
      <w:tr w:rsidR="006F7026" w:rsidRPr="00010E10" w14:paraId="307D7701" w14:textId="77777777" w:rsidTr="0035169E">
        <w:tc>
          <w:tcPr>
            <w:tcW w:w="5400" w:type="dxa"/>
            <w:tcBorders>
              <w:top w:val="single" w:sz="18" w:space="0" w:color="auto"/>
              <w:left w:val="single" w:sz="18" w:space="0" w:color="auto"/>
            </w:tcBorders>
          </w:tcPr>
          <w:p w14:paraId="16EB32C5" w14:textId="77777777" w:rsidR="006F7026" w:rsidRPr="009B5E65" w:rsidRDefault="006F7026" w:rsidP="007D4BC2">
            <w:r>
              <w:t>Name</w:t>
            </w:r>
          </w:p>
        </w:tc>
        <w:tc>
          <w:tcPr>
            <w:tcW w:w="4075" w:type="dxa"/>
            <w:tcBorders>
              <w:top w:val="single" w:sz="18" w:space="0" w:color="auto"/>
              <w:right w:val="single" w:sz="18" w:space="0" w:color="auto"/>
            </w:tcBorders>
          </w:tcPr>
          <w:p w14:paraId="580770C1" w14:textId="77777777" w:rsidR="006F7026" w:rsidRPr="009B5E65" w:rsidRDefault="006F7026" w:rsidP="007D4BC2"/>
        </w:tc>
      </w:tr>
      <w:tr w:rsidR="006F7026" w:rsidRPr="00010E10" w14:paraId="230F8C35" w14:textId="77777777" w:rsidTr="0035169E">
        <w:tc>
          <w:tcPr>
            <w:tcW w:w="5400" w:type="dxa"/>
            <w:tcBorders>
              <w:left w:val="single" w:sz="18" w:space="0" w:color="auto"/>
            </w:tcBorders>
          </w:tcPr>
          <w:p w14:paraId="584B2180" w14:textId="77777777" w:rsidR="006F7026" w:rsidRPr="009B5E65" w:rsidRDefault="006F7026" w:rsidP="007D4BC2">
            <w:r>
              <w:t>Position</w:t>
            </w:r>
          </w:p>
        </w:tc>
        <w:tc>
          <w:tcPr>
            <w:tcW w:w="4075" w:type="dxa"/>
            <w:tcBorders>
              <w:right w:val="single" w:sz="18" w:space="0" w:color="auto"/>
            </w:tcBorders>
          </w:tcPr>
          <w:p w14:paraId="555117EC" w14:textId="77777777" w:rsidR="006F7026" w:rsidRPr="009B5E65" w:rsidRDefault="006F7026" w:rsidP="007D4BC2"/>
        </w:tc>
      </w:tr>
      <w:tr w:rsidR="006F7026" w:rsidRPr="00010E10" w14:paraId="4AD04F3C" w14:textId="77777777" w:rsidTr="0035169E">
        <w:tc>
          <w:tcPr>
            <w:tcW w:w="5400" w:type="dxa"/>
            <w:tcBorders>
              <w:left w:val="single" w:sz="18" w:space="0" w:color="auto"/>
            </w:tcBorders>
          </w:tcPr>
          <w:p w14:paraId="26828E12" w14:textId="77777777" w:rsidR="006F7026" w:rsidRPr="009B5E65" w:rsidRDefault="006F7026" w:rsidP="007D4BC2">
            <w:r>
              <w:t>Do you want to be contacted about your training experience?</w:t>
            </w:r>
          </w:p>
        </w:tc>
        <w:tc>
          <w:tcPr>
            <w:tcW w:w="4075" w:type="dxa"/>
            <w:tcBorders>
              <w:right w:val="single" w:sz="18" w:space="0" w:color="auto"/>
            </w:tcBorders>
          </w:tcPr>
          <w:p w14:paraId="79910095" w14:textId="77777777" w:rsidR="006F7026" w:rsidRPr="009B5E65" w:rsidRDefault="006F7026" w:rsidP="007D4BC2"/>
        </w:tc>
      </w:tr>
      <w:tr w:rsidR="006F7026" w:rsidRPr="00010E10" w14:paraId="1A31655E" w14:textId="77777777" w:rsidTr="0035169E">
        <w:tc>
          <w:tcPr>
            <w:tcW w:w="5400" w:type="dxa"/>
            <w:tcBorders>
              <w:left w:val="single" w:sz="18" w:space="0" w:color="auto"/>
              <w:bottom w:val="single" w:sz="18" w:space="0" w:color="auto"/>
            </w:tcBorders>
          </w:tcPr>
          <w:p w14:paraId="347C9B6C" w14:textId="77777777" w:rsidR="006F7026" w:rsidRDefault="006F7026" w:rsidP="007D4BC2">
            <w:r>
              <w:t xml:space="preserve">If so, please provide your telephone number and/or e-mail address. </w:t>
            </w:r>
          </w:p>
        </w:tc>
        <w:tc>
          <w:tcPr>
            <w:tcW w:w="4075" w:type="dxa"/>
            <w:tcBorders>
              <w:bottom w:val="single" w:sz="18" w:space="0" w:color="auto"/>
              <w:right w:val="single" w:sz="18" w:space="0" w:color="auto"/>
            </w:tcBorders>
          </w:tcPr>
          <w:p w14:paraId="2B6343EB" w14:textId="77777777" w:rsidR="006F7026" w:rsidRPr="009B5E65" w:rsidRDefault="006F7026" w:rsidP="007D4BC2"/>
        </w:tc>
      </w:tr>
    </w:tbl>
    <w:p w14:paraId="740A7633" w14:textId="77777777" w:rsidR="006F7026" w:rsidRDefault="006F7026" w:rsidP="006F7026">
      <w:pPr>
        <w:pStyle w:val="Sub-Title"/>
      </w:pPr>
    </w:p>
    <w:p w14:paraId="5065856D" w14:textId="77777777" w:rsidR="006F7026" w:rsidRDefault="006F7026" w:rsidP="009E1CC4">
      <w:pPr>
        <w:pStyle w:val="Sub-Session"/>
      </w:pPr>
      <w:r>
        <w:br w:type="page"/>
      </w:r>
      <w:r>
        <w:lastRenderedPageBreak/>
        <w:t>General Evaluation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449"/>
        <w:gridCol w:w="1306"/>
        <w:gridCol w:w="1096"/>
        <w:gridCol w:w="984"/>
        <w:gridCol w:w="817"/>
        <w:gridCol w:w="1210"/>
      </w:tblGrid>
      <w:tr w:rsidR="006F7026" w:rsidRPr="00010E10" w14:paraId="1F64AD22" w14:textId="77777777" w:rsidTr="0035169E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61BC8D06" w14:textId="77777777" w:rsidR="006F7026" w:rsidRPr="00F429C3" w:rsidRDefault="006F7026" w:rsidP="007D4BC2"/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14:paraId="197B04A3" w14:textId="77777777" w:rsidR="006F7026" w:rsidRPr="00F429C3" w:rsidRDefault="006F7026" w:rsidP="007D4BC2">
            <w:pPr>
              <w:pStyle w:val="ImportantPoint"/>
            </w:pPr>
            <w:r w:rsidRPr="00F429C3">
              <w:t>Strongly Disagree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14:paraId="1F6D9272" w14:textId="77777777" w:rsidR="006F7026" w:rsidRPr="00F429C3" w:rsidRDefault="006F7026" w:rsidP="007D4BC2">
            <w:pPr>
              <w:pStyle w:val="ImportantPoint"/>
            </w:pPr>
            <w:r w:rsidRPr="00F429C3">
              <w:t>Disagree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14:paraId="4997DFDA" w14:textId="77777777" w:rsidR="006F7026" w:rsidRPr="00F429C3" w:rsidRDefault="006F7026" w:rsidP="007D4BC2">
            <w:pPr>
              <w:pStyle w:val="ImportantPoint"/>
            </w:pPr>
            <w:r w:rsidRPr="00F429C3">
              <w:t>Neutral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14:paraId="62739020" w14:textId="77777777" w:rsidR="006F7026" w:rsidRPr="00F429C3" w:rsidRDefault="006F7026" w:rsidP="007D4BC2">
            <w:pPr>
              <w:pStyle w:val="ImportantPoint"/>
            </w:pPr>
            <w:r w:rsidRPr="00F429C3">
              <w:t>Agree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14:paraId="066D04FA" w14:textId="77777777" w:rsidR="006F7026" w:rsidRPr="00F429C3" w:rsidRDefault="006F7026" w:rsidP="007D4BC2">
            <w:pPr>
              <w:pStyle w:val="ImportantPoint"/>
            </w:pPr>
            <w:r w:rsidRPr="00F429C3">
              <w:t>Strongly Agree</w:t>
            </w:r>
          </w:p>
        </w:tc>
      </w:tr>
      <w:tr w:rsidR="006F7026" w:rsidRPr="00010E10" w14:paraId="60CE13A7" w14:textId="77777777" w:rsidTr="0035169E"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14:paraId="7452C1AC" w14:textId="77777777" w:rsidR="006F7026" w:rsidRPr="00305DAC" w:rsidRDefault="006F7026" w:rsidP="007D4BC2">
            <w:r>
              <w:t>Overall, the training session was high quality.</w:t>
            </w:r>
          </w:p>
        </w:tc>
        <w:tc>
          <w:tcPr>
            <w:tcW w:w="0" w:type="auto"/>
          </w:tcPr>
          <w:p w14:paraId="25DCD8E6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</w:tcPr>
          <w:p w14:paraId="2479BB4F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</w:tcPr>
          <w:p w14:paraId="6D1391AD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</w:tcPr>
          <w:p w14:paraId="22C87ABB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  <w:tcBorders>
              <w:right w:val="single" w:sz="18" w:space="0" w:color="auto"/>
            </w:tcBorders>
          </w:tcPr>
          <w:p w14:paraId="00192C88" w14:textId="77777777" w:rsidR="006F7026" w:rsidRPr="00305DAC" w:rsidRDefault="006F7026" w:rsidP="007D4BC2">
            <w:pPr>
              <w:jc w:val="center"/>
            </w:pPr>
          </w:p>
        </w:tc>
      </w:tr>
      <w:tr w:rsidR="006F7026" w:rsidRPr="00010E10" w14:paraId="5A512D59" w14:textId="77777777" w:rsidTr="0035169E">
        <w:tc>
          <w:tcPr>
            <w:tcW w:w="0" w:type="auto"/>
            <w:tcBorders>
              <w:left w:val="single" w:sz="18" w:space="0" w:color="auto"/>
            </w:tcBorders>
          </w:tcPr>
          <w:p w14:paraId="5CD4DAFD" w14:textId="77777777" w:rsidR="006F7026" w:rsidRPr="00305DAC" w:rsidRDefault="006F7026" w:rsidP="007D4BC2">
            <w:r w:rsidRPr="00305DAC">
              <w:t>The course covered the material I expected.</w:t>
            </w:r>
          </w:p>
        </w:tc>
        <w:tc>
          <w:tcPr>
            <w:tcW w:w="0" w:type="auto"/>
          </w:tcPr>
          <w:p w14:paraId="6CE203E9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</w:tcPr>
          <w:p w14:paraId="35BCDFFB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</w:tcPr>
          <w:p w14:paraId="29E96E09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</w:tcPr>
          <w:p w14:paraId="7B2F1E8A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  <w:tcBorders>
              <w:right w:val="single" w:sz="18" w:space="0" w:color="auto"/>
            </w:tcBorders>
          </w:tcPr>
          <w:p w14:paraId="59B39B14" w14:textId="77777777" w:rsidR="006F7026" w:rsidRPr="00305DAC" w:rsidRDefault="006F7026" w:rsidP="007D4BC2">
            <w:pPr>
              <w:jc w:val="center"/>
            </w:pPr>
          </w:p>
        </w:tc>
      </w:tr>
      <w:tr w:rsidR="006F7026" w:rsidRPr="00010E10" w14:paraId="3B65CC8E" w14:textId="77777777" w:rsidTr="0035169E">
        <w:tc>
          <w:tcPr>
            <w:tcW w:w="0" w:type="auto"/>
            <w:tcBorders>
              <w:left w:val="single" w:sz="18" w:space="0" w:color="auto"/>
            </w:tcBorders>
          </w:tcPr>
          <w:p w14:paraId="77459C6D" w14:textId="77777777" w:rsidR="006F7026" w:rsidRPr="00305DAC" w:rsidRDefault="006F7026" w:rsidP="007D4BC2">
            <w:r w:rsidRPr="00305DAC">
              <w:t>This training will be beneficial to me in the performance of my job.</w:t>
            </w:r>
          </w:p>
        </w:tc>
        <w:tc>
          <w:tcPr>
            <w:tcW w:w="0" w:type="auto"/>
          </w:tcPr>
          <w:p w14:paraId="448EED6B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</w:tcPr>
          <w:p w14:paraId="3A370A66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</w:tcPr>
          <w:p w14:paraId="6C96AD70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</w:tcPr>
          <w:p w14:paraId="6B889F57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  <w:tcBorders>
              <w:right w:val="single" w:sz="18" w:space="0" w:color="auto"/>
            </w:tcBorders>
          </w:tcPr>
          <w:p w14:paraId="7355BDF8" w14:textId="77777777" w:rsidR="006F7026" w:rsidRPr="00305DAC" w:rsidRDefault="006F7026" w:rsidP="007D4BC2">
            <w:pPr>
              <w:jc w:val="center"/>
            </w:pPr>
          </w:p>
        </w:tc>
      </w:tr>
      <w:tr w:rsidR="006F7026" w:rsidRPr="00010E10" w14:paraId="3FBDC6B4" w14:textId="77777777" w:rsidTr="0035169E">
        <w:tc>
          <w:tcPr>
            <w:tcW w:w="0" w:type="auto"/>
            <w:tcBorders>
              <w:left w:val="single" w:sz="18" w:space="0" w:color="auto"/>
            </w:tcBorders>
          </w:tcPr>
          <w:p w14:paraId="4B6527FF" w14:textId="77777777" w:rsidR="006F7026" w:rsidRPr="00305DAC" w:rsidRDefault="006F7026" w:rsidP="007D4BC2">
            <w:r>
              <w:t>I had plenty of opportunities to practice what I learned.</w:t>
            </w:r>
          </w:p>
        </w:tc>
        <w:tc>
          <w:tcPr>
            <w:tcW w:w="0" w:type="auto"/>
          </w:tcPr>
          <w:p w14:paraId="02BC3543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</w:tcPr>
          <w:p w14:paraId="0953F3BB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</w:tcPr>
          <w:p w14:paraId="74B9FCBD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</w:tcPr>
          <w:p w14:paraId="1E21CB26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  <w:tcBorders>
              <w:right w:val="single" w:sz="18" w:space="0" w:color="auto"/>
            </w:tcBorders>
          </w:tcPr>
          <w:p w14:paraId="117B3C1C" w14:textId="77777777" w:rsidR="006F7026" w:rsidRPr="00305DAC" w:rsidRDefault="006F7026" w:rsidP="007D4BC2">
            <w:pPr>
              <w:jc w:val="center"/>
            </w:pPr>
          </w:p>
        </w:tc>
      </w:tr>
      <w:tr w:rsidR="006F7026" w:rsidRPr="00010E10" w14:paraId="78C87826" w14:textId="77777777" w:rsidTr="0035169E">
        <w:tc>
          <w:tcPr>
            <w:tcW w:w="0" w:type="auto"/>
            <w:tcBorders>
              <w:left w:val="single" w:sz="18" w:space="0" w:color="auto"/>
            </w:tcBorders>
          </w:tcPr>
          <w:p w14:paraId="6E7CBAA2" w14:textId="77777777" w:rsidR="006F7026" w:rsidRPr="009B5E65" w:rsidRDefault="006F7026" w:rsidP="007D4BC2">
            <w:r>
              <w:t>The course gave me specific ideas and tools to implement in my workplace.</w:t>
            </w:r>
          </w:p>
        </w:tc>
        <w:tc>
          <w:tcPr>
            <w:tcW w:w="0" w:type="auto"/>
          </w:tcPr>
          <w:p w14:paraId="4210D17C" w14:textId="77777777" w:rsidR="006F7026" w:rsidRPr="00010E10" w:rsidRDefault="006F7026" w:rsidP="007D4BC2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14:paraId="1A416CF9" w14:textId="77777777" w:rsidR="006F7026" w:rsidRPr="00010E10" w:rsidRDefault="006F7026" w:rsidP="007D4BC2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14:paraId="5AFE47A6" w14:textId="77777777" w:rsidR="006F7026" w:rsidRPr="00010E10" w:rsidRDefault="006F7026" w:rsidP="007D4BC2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14:paraId="680F982C" w14:textId="77777777" w:rsidR="006F7026" w:rsidRPr="00010E10" w:rsidRDefault="006F7026" w:rsidP="007D4BC2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</w:tcPr>
          <w:p w14:paraId="394DCD44" w14:textId="77777777" w:rsidR="006F7026" w:rsidRPr="00010E10" w:rsidRDefault="006F7026" w:rsidP="007D4BC2">
            <w:pPr>
              <w:jc w:val="center"/>
              <w:rPr>
                <w:szCs w:val="24"/>
              </w:rPr>
            </w:pPr>
          </w:p>
        </w:tc>
      </w:tr>
      <w:tr w:rsidR="006F7026" w:rsidRPr="00010E10" w14:paraId="2AF8B650" w14:textId="77777777" w:rsidTr="0035169E">
        <w:tc>
          <w:tcPr>
            <w:tcW w:w="0" w:type="auto"/>
            <w:tcBorders>
              <w:left w:val="single" w:sz="18" w:space="0" w:color="auto"/>
            </w:tcBorders>
          </w:tcPr>
          <w:p w14:paraId="3DB650D3" w14:textId="77777777" w:rsidR="006F7026" w:rsidRPr="00010E10" w:rsidRDefault="006F7026" w:rsidP="007D4BC2">
            <w:pPr>
              <w:rPr>
                <w:szCs w:val="24"/>
              </w:rPr>
            </w:pPr>
            <w:r w:rsidRPr="00010E10">
              <w:rPr>
                <w:szCs w:val="24"/>
              </w:rPr>
              <w:t>The trainer was professional, well-prepared, and knowledgeable about the topics at hand.</w:t>
            </w:r>
          </w:p>
        </w:tc>
        <w:tc>
          <w:tcPr>
            <w:tcW w:w="0" w:type="auto"/>
          </w:tcPr>
          <w:p w14:paraId="164794C8" w14:textId="77777777" w:rsidR="006F7026" w:rsidRPr="00010E10" w:rsidRDefault="006F7026" w:rsidP="007D4BC2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14:paraId="5323863C" w14:textId="77777777" w:rsidR="006F7026" w:rsidRPr="00010E10" w:rsidRDefault="006F7026" w:rsidP="007D4BC2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14:paraId="14E193E0" w14:textId="77777777" w:rsidR="006F7026" w:rsidRPr="00010E10" w:rsidRDefault="006F7026" w:rsidP="007D4BC2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14:paraId="2CF2B751" w14:textId="77777777" w:rsidR="006F7026" w:rsidRPr="00010E10" w:rsidRDefault="006F7026" w:rsidP="007D4BC2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</w:tcPr>
          <w:p w14:paraId="766F6814" w14:textId="77777777" w:rsidR="006F7026" w:rsidRPr="00010E10" w:rsidRDefault="006F7026" w:rsidP="007D4BC2">
            <w:pPr>
              <w:jc w:val="center"/>
              <w:rPr>
                <w:szCs w:val="24"/>
              </w:rPr>
            </w:pPr>
          </w:p>
        </w:tc>
      </w:tr>
      <w:tr w:rsidR="006F7026" w:rsidRPr="00010E10" w14:paraId="6B0A632A" w14:textId="77777777" w:rsidTr="0035169E">
        <w:tc>
          <w:tcPr>
            <w:tcW w:w="0" w:type="auto"/>
            <w:tcBorders>
              <w:left w:val="single" w:sz="18" w:space="0" w:color="auto"/>
            </w:tcBorders>
          </w:tcPr>
          <w:p w14:paraId="2276D608" w14:textId="77777777" w:rsidR="006F7026" w:rsidRPr="00305DAC" w:rsidRDefault="006F7026" w:rsidP="007D4BC2">
            <w:r>
              <w:t>The training facility was well-equipped and comfortable.</w:t>
            </w:r>
          </w:p>
        </w:tc>
        <w:tc>
          <w:tcPr>
            <w:tcW w:w="0" w:type="auto"/>
          </w:tcPr>
          <w:p w14:paraId="43FDC8DF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</w:tcPr>
          <w:p w14:paraId="7A0FF64A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</w:tcPr>
          <w:p w14:paraId="51686892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</w:tcPr>
          <w:p w14:paraId="2D809443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  <w:tcBorders>
              <w:right w:val="single" w:sz="18" w:space="0" w:color="auto"/>
            </w:tcBorders>
          </w:tcPr>
          <w:p w14:paraId="38C4A568" w14:textId="77777777" w:rsidR="006F7026" w:rsidRPr="00305DAC" w:rsidRDefault="006F7026" w:rsidP="007D4BC2">
            <w:pPr>
              <w:jc w:val="center"/>
            </w:pPr>
          </w:p>
        </w:tc>
      </w:tr>
      <w:tr w:rsidR="006F7026" w:rsidRPr="00010E10" w14:paraId="143022D6" w14:textId="77777777" w:rsidTr="0035169E"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14:paraId="088B410A" w14:textId="77777777" w:rsidR="006F7026" w:rsidRDefault="006F7026" w:rsidP="007D4BC2">
            <w:r>
              <w:t>Overall, this course was worth my time and money.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14:paraId="614ADCFF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14:paraId="100CFD9A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14:paraId="5D69C40D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14:paraId="3D930F06" w14:textId="77777777" w:rsidR="006F7026" w:rsidRPr="00305DAC" w:rsidRDefault="006F7026" w:rsidP="007D4BC2">
            <w:pPr>
              <w:jc w:val="center"/>
            </w:pP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14:paraId="4DB42D06" w14:textId="77777777" w:rsidR="006F7026" w:rsidRPr="00305DAC" w:rsidRDefault="006F7026" w:rsidP="007D4BC2">
            <w:pPr>
              <w:jc w:val="center"/>
            </w:pPr>
          </w:p>
        </w:tc>
      </w:tr>
    </w:tbl>
    <w:p w14:paraId="63D4127A" w14:textId="77777777" w:rsidR="006F7026" w:rsidRDefault="006F7026" w:rsidP="009E1CC4">
      <w:pPr>
        <w:pStyle w:val="Sub-Session"/>
      </w:pPr>
      <w:r>
        <w:br w:type="page"/>
      </w:r>
      <w:r>
        <w:lastRenderedPageBreak/>
        <w:t>Final Thoughts</w:t>
      </w:r>
    </w:p>
    <w:p w14:paraId="59D5AB42" w14:textId="77777777" w:rsidR="006F7026" w:rsidRDefault="006F7026" w:rsidP="0035169E">
      <w:pPr>
        <w:pStyle w:val="ImportantPoint"/>
        <w:spacing w:after="0"/>
        <w:rPr>
          <w:lang w:val="en-CA"/>
        </w:rPr>
      </w:pPr>
      <w:r>
        <w:t>If a colleague was going to take this workshop, what would you tell them?</w:t>
      </w:r>
      <w:r w:rsidRPr="00970818">
        <w:rPr>
          <w:lang w:val="en-CA"/>
        </w:rPr>
        <w:t xml:space="preserve"> </w:t>
      </w:r>
    </w:p>
    <w:p w14:paraId="7517F41E" w14:textId="77777777" w:rsidR="006F7026" w:rsidRDefault="006F7026" w:rsidP="0035169E">
      <w:pPr>
        <w:pStyle w:val="ImportantPoint"/>
        <w:pBdr>
          <w:between w:val="single" w:sz="4" w:space="1" w:color="auto"/>
        </w:pBdr>
        <w:spacing w:after="0" w:line="360" w:lineRule="auto"/>
        <w:rPr>
          <w:lang w:val="en-CA"/>
        </w:rPr>
      </w:pPr>
    </w:p>
    <w:p w14:paraId="32FD0761" w14:textId="77777777" w:rsidR="006F7026" w:rsidRDefault="006F7026" w:rsidP="0035169E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3010DE0B" w14:textId="77777777" w:rsidR="006F7026" w:rsidRDefault="006F7026" w:rsidP="0035169E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1223229E" w14:textId="77777777" w:rsidR="006F7026" w:rsidRDefault="006F7026" w:rsidP="0035169E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68F3B9F9" w14:textId="77777777" w:rsidR="006F7026" w:rsidRDefault="006F7026" w:rsidP="0035169E">
      <w:pPr>
        <w:pStyle w:val="ImportantPoint"/>
        <w:spacing w:after="0"/>
      </w:pPr>
    </w:p>
    <w:p w14:paraId="59AED510" w14:textId="77777777" w:rsidR="0035169E" w:rsidRDefault="006F7026" w:rsidP="0035169E">
      <w:pPr>
        <w:pStyle w:val="ImportantPoint"/>
        <w:spacing w:after="0"/>
        <w:rPr>
          <w:lang w:val="en-CA"/>
        </w:rPr>
      </w:pPr>
      <w:r>
        <w:t>If you could change one thing about this course, what would it be?</w:t>
      </w:r>
      <w:r w:rsidRPr="00970818">
        <w:rPr>
          <w:lang w:val="en-CA"/>
        </w:rPr>
        <w:t xml:space="preserve"> </w:t>
      </w:r>
    </w:p>
    <w:p w14:paraId="23309C9C" w14:textId="77777777" w:rsidR="0035169E" w:rsidRDefault="0035169E" w:rsidP="0035169E">
      <w:pPr>
        <w:pStyle w:val="ImportantPoint"/>
        <w:pBdr>
          <w:between w:val="single" w:sz="4" w:space="1" w:color="auto"/>
        </w:pBdr>
        <w:spacing w:after="0" w:line="360" w:lineRule="auto"/>
        <w:rPr>
          <w:lang w:val="en-CA"/>
        </w:rPr>
      </w:pPr>
    </w:p>
    <w:p w14:paraId="1AF4BF53" w14:textId="77777777" w:rsidR="0035169E" w:rsidRDefault="0035169E" w:rsidP="0035169E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3A5CA4E6" w14:textId="77777777" w:rsidR="0035169E" w:rsidRDefault="0035169E" w:rsidP="0035169E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0F2EEBEA" w14:textId="77777777" w:rsidR="0035169E" w:rsidRDefault="0035169E" w:rsidP="0035169E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161D3A1D" w14:textId="77777777" w:rsidR="0035169E" w:rsidRDefault="0035169E" w:rsidP="0035169E">
      <w:pPr>
        <w:pStyle w:val="ImportantPoint"/>
        <w:spacing w:after="0"/>
      </w:pPr>
    </w:p>
    <w:p w14:paraId="327CE037" w14:textId="77777777" w:rsidR="0035169E" w:rsidRDefault="006F7026" w:rsidP="0035169E">
      <w:pPr>
        <w:pStyle w:val="ImportantPoint"/>
        <w:spacing w:after="0"/>
        <w:rPr>
          <w:lang w:val="en-CA"/>
        </w:rPr>
      </w:pPr>
      <w:r>
        <w:t>What was the most important thing that you learned today?</w:t>
      </w:r>
      <w:r w:rsidRPr="00970818">
        <w:rPr>
          <w:lang w:val="en-CA"/>
        </w:rPr>
        <w:t xml:space="preserve"> </w:t>
      </w:r>
    </w:p>
    <w:p w14:paraId="7BB26A54" w14:textId="77777777" w:rsidR="0035169E" w:rsidRDefault="0035169E" w:rsidP="0035169E">
      <w:pPr>
        <w:pStyle w:val="ImportantPoint"/>
        <w:pBdr>
          <w:between w:val="single" w:sz="4" w:space="1" w:color="auto"/>
        </w:pBdr>
        <w:spacing w:after="0" w:line="360" w:lineRule="auto"/>
        <w:rPr>
          <w:lang w:val="en-CA"/>
        </w:rPr>
      </w:pPr>
    </w:p>
    <w:p w14:paraId="06A61C3E" w14:textId="77777777" w:rsidR="0035169E" w:rsidRDefault="0035169E" w:rsidP="0035169E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2D963697" w14:textId="77777777" w:rsidR="0035169E" w:rsidRDefault="0035169E" w:rsidP="0035169E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76B8FDF1" w14:textId="77777777" w:rsidR="0035169E" w:rsidRDefault="0035169E" w:rsidP="0035169E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31F30482" w14:textId="77777777" w:rsidR="0035169E" w:rsidRDefault="0035169E" w:rsidP="0035169E">
      <w:pPr>
        <w:pStyle w:val="ImportantPoint"/>
        <w:spacing w:after="0"/>
      </w:pPr>
    </w:p>
    <w:p w14:paraId="5C62CE8F" w14:textId="77777777" w:rsidR="0035169E" w:rsidRDefault="006F7026" w:rsidP="0035169E">
      <w:pPr>
        <w:pStyle w:val="ImportantPoint"/>
        <w:spacing w:after="0"/>
        <w:rPr>
          <w:lang w:val="en-CA"/>
        </w:rPr>
      </w:pPr>
      <w:r>
        <w:t>Do you have anything else to share?</w:t>
      </w:r>
      <w:r w:rsidRPr="00970818">
        <w:rPr>
          <w:lang w:val="en-CA"/>
        </w:rPr>
        <w:t xml:space="preserve"> </w:t>
      </w:r>
    </w:p>
    <w:p w14:paraId="559B292D" w14:textId="77777777" w:rsidR="0035169E" w:rsidRDefault="0035169E" w:rsidP="0035169E">
      <w:pPr>
        <w:pStyle w:val="ImportantPoint"/>
        <w:pBdr>
          <w:between w:val="single" w:sz="4" w:space="1" w:color="auto"/>
        </w:pBdr>
        <w:spacing w:after="0" w:line="360" w:lineRule="auto"/>
        <w:rPr>
          <w:lang w:val="en-CA"/>
        </w:rPr>
      </w:pPr>
    </w:p>
    <w:p w14:paraId="3C878C66" w14:textId="77777777" w:rsidR="0035169E" w:rsidRDefault="0035169E" w:rsidP="0035169E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3721F1DB" w14:textId="77777777" w:rsidR="0035169E" w:rsidRDefault="0035169E" w:rsidP="0035169E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2C483F5E" w14:textId="77777777" w:rsidR="0035169E" w:rsidRDefault="0035169E" w:rsidP="0035169E">
      <w:pPr>
        <w:pStyle w:val="ImportantPoint"/>
        <w:pBdr>
          <w:between w:val="single" w:sz="4" w:space="1" w:color="auto"/>
        </w:pBdr>
        <w:spacing w:after="0"/>
        <w:rPr>
          <w:lang w:val="en-CA"/>
        </w:rPr>
      </w:pPr>
    </w:p>
    <w:p w14:paraId="6AB3C6B2" w14:textId="77777777" w:rsidR="0035169E" w:rsidRDefault="0035169E" w:rsidP="0035169E">
      <w:pPr>
        <w:pStyle w:val="ImportantPoint"/>
        <w:spacing w:after="0"/>
      </w:pPr>
    </w:p>
    <w:p w14:paraId="161AF291" w14:textId="5300AFBD" w:rsidR="006F7026" w:rsidRPr="0038351C" w:rsidRDefault="006F7026" w:rsidP="006F7026">
      <w:pPr>
        <w:pStyle w:val="ImportantPoint"/>
        <w:rPr>
          <w:lang w:val="en-CA"/>
        </w:rPr>
      </w:pPr>
    </w:p>
    <w:p w14:paraId="22D8718E" w14:textId="77777777" w:rsidR="006807A4" w:rsidRPr="006F7026" w:rsidRDefault="006807A4" w:rsidP="006F7026">
      <w:pPr>
        <w:rPr>
          <w:lang w:val="en-CA"/>
        </w:rPr>
      </w:pPr>
    </w:p>
    <w:sectPr w:rsidR="006807A4" w:rsidRPr="006F7026" w:rsidSect="00DE4D37">
      <w:headerReference w:type="default" r:id="rId8"/>
      <w:footerReference w:type="default" r:id="rId9"/>
      <w:pgSz w:w="12240" w:h="15840"/>
      <w:pgMar w:top="1440" w:right="1440" w:bottom="1134" w:left="1800" w:header="360" w:footer="36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7D414" w14:textId="77777777" w:rsidR="00572B52" w:rsidRDefault="00572B52">
      <w:r>
        <w:separator/>
      </w:r>
    </w:p>
    <w:p w14:paraId="018FCB33" w14:textId="77777777" w:rsidR="00572B52" w:rsidRDefault="00572B52"/>
  </w:endnote>
  <w:endnote w:type="continuationSeparator" w:id="0">
    <w:p w14:paraId="506E3A34" w14:textId="77777777" w:rsidR="00572B52" w:rsidRDefault="00572B52">
      <w:r>
        <w:continuationSeparator/>
      </w:r>
    </w:p>
    <w:p w14:paraId="2FBBD02A" w14:textId="77777777" w:rsidR="00572B52" w:rsidRDefault="00572B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DF120" w14:textId="7F5C60E1" w:rsidR="0030169F" w:rsidRPr="001755F3" w:rsidRDefault="001755F3" w:rsidP="001755F3">
    <w:pPr>
      <w:rPr>
        <w:rFonts w:cs="Calibri"/>
        <w:sz w:val="20"/>
      </w:rPr>
    </w:pPr>
    <w:r w:rsidRPr="00495209">
      <w:rPr>
        <w:rFonts w:cs="Calibri"/>
        <w:sz w:val="20"/>
      </w:rPr>
      <w:sym w:font="Symbol" w:char="F0E3"/>
    </w:r>
    <w:r>
      <w:rPr>
        <w:rFonts w:cs="Calibri"/>
        <w:sz w:val="20"/>
      </w:rPr>
      <w:t xml:space="preserve"> 2005-</w:t>
    </w:r>
    <w:r>
      <w:rPr>
        <w:rFonts w:cs="Calibri"/>
        <w:sz w:val="20"/>
      </w:rPr>
      <w:fldChar w:fldCharType="begin"/>
    </w:r>
    <w:r>
      <w:rPr>
        <w:rFonts w:cs="Calibri"/>
        <w:sz w:val="20"/>
      </w:rPr>
      <w:instrText xml:space="preserve"> SAVEDATE  \@ "yyyy" \* MERGEFORMAT </w:instrText>
    </w:r>
    <w:r>
      <w:rPr>
        <w:rFonts w:cs="Calibri"/>
        <w:sz w:val="20"/>
      </w:rPr>
      <w:fldChar w:fldCharType="separate"/>
    </w:r>
    <w:r w:rsidR="00C57144">
      <w:rPr>
        <w:rFonts w:cs="Calibri"/>
        <w:noProof/>
        <w:sz w:val="20"/>
      </w:rPr>
      <w:t>2025</w:t>
    </w:r>
    <w:r>
      <w:rPr>
        <w:rFonts w:cs="Calibri"/>
        <w:sz w:val="20"/>
      </w:rPr>
      <w:fldChar w:fldCharType="end"/>
    </w:r>
    <w:r w:rsidRPr="00495209">
      <w:rPr>
        <w:rFonts w:cs="Calibri"/>
        <w:sz w:val="20"/>
      </w:rPr>
      <w:t>, Velsoft Training Materials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7E15B" w14:textId="77777777" w:rsidR="00572B52" w:rsidRDefault="00572B52">
      <w:r>
        <w:separator/>
      </w:r>
    </w:p>
    <w:p w14:paraId="063D27FE" w14:textId="77777777" w:rsidR="00572B52" w:rsidRDefault="00572B52"/>
  </w:footnote>
  <w:footnote w:type="continuationSeparator" w:id="0">
    <w:p w14:paraId="2C82F498" w14:textId="77777777" w:rsidR="00572B52" w:rsidRDefault="00572B52">
      <w:r>
        <w:continuationSeparator/>
      </w:r>
    </w:p>
    <w:p w14:paraId="36EE2CC8" w14:textId="77777777" w:rsidR="00572B52" w:rsidRDefault="00572B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4B575" w14:textId="77777777" w:rsidR="0030169F" w:rsidRPr="00495209" w:rsidRDefault="0030169F" w:rsidP="00F81293">
    <w:pPr>
      <w:framePr w:wrap="around" w:vAnchor="text" w:hAnchor="page" w:x="11341" w:y="1"/>
      <w:rPr>
        <w:rFonts w:cs="Calibri"/>
        <w:sz w:val="20"/>
      </w:rPr>
    </w:pPr>
    <w:r w:rsidRPr="00495209">
      <w:rPr>
        <w:rFonts w:cs="Calibri"/>
        <w:sz w:val="20"/>
      </w:rPr>
      <w:fldChar w:fldCharType="begin"/>
    </w:r>
    <w:r w:rsidRPr="00495209">
      <w:rPr>
        <w:rFonts w:cs="Calibri"/>
        <w:sz w:val="20"/>
      </w:rPr>
      <w:instrText xml:space="preserve">PAGE  </w:instrText>
    </w:r>
    <w:r w:rsidRPr="00495209">
      <w:rPr>
        <w:rFonts w:cs="Calibri"/>
        <w:sz w:val="20"/>
      </w:rPr>
      <w:fldChar w:fldCharType="separate"/>
    </w:r>
    <w:r w:rsidR="000A0FC3">
      <w:rPr>
        <w:rFonts w:cs="Calibri"/>
        <w:noProof/>
        <w:sz w:val="20"/>
      </w:rPr>
      <w:t>1</w:t>
    </w:r>
    <w:r w:rsidRPr="00495209">
      <w:rPr>
        <w:rFonts w:cs="Calibri"/>
        <w:sz w:val="20"/>
      </w:rPr>
      <w:fldChar w:fldCharType="end"/>
    </w:r>
  </w:p>
  <w:p w14:paraId="6AD218A1" w14:textId="25E4BFBB" w:rsidR="0030169F" w:rsidRPr="00495209" w:rsidRDefault="005458E5" w:rsidP="005A3944">
    <w:pPr>
      <w:tabs>
        <w:tab w:val="right" w:pos="9090"/>
      </w:tabs>
      <w:ind w:right="-450"/>
      <w:rPr>
        <w:rFonts w:cs="Calibri"/>
        <w:b/>
        <w:sz w:val="20"/>
      </w:rPr>
    </w:pPr>
    <w:r>
      <w:rPr>
        <w:rFonts w:cs="Calibri"/>
        <w:noProof/>
        <w:sz w:val="20"/>
      </w:rPr>
      <w:t>Women and Leadership: Owning Your Strengths and Skills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FC8D88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A67B6F"/>
    <w:multiLevelType w:val="multilevel"/>
    <w:tmpl w:val="88CC8988"/>
    <w:styleLink w:val="DocumentBullets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55ACF"/>
    <w:multiLevelType w:val="hybridMultilevel"/>
    <w:tmpl w:val="570249D8"/>
    <w:lvl w:ilvl="0" w:tplc="76C6291A">
      <w:start w:val="1"/>
      <w:numFmt w:val="bullet"/>
      <w:pStyle w:val="Defaultbullets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01755"/>
    <w:multiLevelType w:val="hybridMultilevel"/>
    <w:tmpl w:val="C5DE4992"/>
    <w:lvl w:ilvl="0" w:tplc="CA085386">
      <w:start w:val="1"/>
      <w:numFmt w:val="bullet"/>
      <w:pStyle w:val="ImportantBulletPoint"/>
      <w:lvlText w:val="o"/>
      <w:lvlJc w:val="left"/>
      <w:pPr>
        <w:ind w:left="1080" w:hanging="360"/>
      </w:pPr>
      <w:rPr>
        <w:rFonts w:ascii="Courier New" w:hAnsi="Courier New" w:hint="default"/>
        <w:color w:val="A71D4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8D0555"/>
    <w:multiLevelType w:val="multilevel"/>
    <w:tmpl w:val="E1503A06"/>
    <w:styleLink w:val="DefaultNumbers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336AC"/>
    <w:multiLevelType w:val="hybridMultilevel"/>
    <w:tmpl w:val="939E797C"/>
    <w:lvl w:ilvl="0" w:tplc="DF9ACBA8">
      <w:start w:val="1"/>
      <w:numFmt w:val="decimal"/>
      <w:pStyle w:val="DefaultNumberedlist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239485">
    <w:abstractNumId w:val="2"/>
  </w:num>
  <w:num w:numId="2" w16cid:durableId="1033503719">
    <w:abstractNumId w:val="5"/>
  </w:num>
  <w:num w:numId="3" w16cid:durableId="98720399">
    <w:abstractNumId w:val="4"/>
  </w:num>
  <w:num w:numId="4" w16cid:durableId="761991652">
    <w:abstractNumId w:val="1"/>
  </w:num>
  <w:num w:numId="5" w16cid:durableId="1002970093">
    <w:abstractNumId w:val="3"/>
  </w:num>
  <w:num w:numId="6" w16cid:durableId="1463497106">
    <w:abstractNumId w:val="0"/>
  </w:num>
  <w:num w:numId="7" w16cid:durableId="512844571">
    <w:abstractNumId w:val="2"/>
  </w:num>
  <w:num w:numId="8" w16cid:durableId="26608819">
    <w:abstractNumId w:val="5"/>
  </w:num>
  <w:num w:numId="9" w16cid:durableId="630290341">
    <w:abstractNumId w:val="4"/>
  </w:num>
  <w:num w:numId="10" w16cid:durableId="2081249073">
    <w:abstractNumId w:val="1"/>
  </w:num>
  <w:num w:numId="11" w16cid:durableId="589967681">
    <w:abstractNumId w:val="3"/>
  </w:num>
  <w:num w:numId="12" w16cid:durableId="161548290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/>
  <w:attachedTemplate r:id="rId1"/>
  <w:stylePaneFormatFilter w:val="B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60C"/>
    <w:rsid w:val="000037A8"/>
    <w:rsid w:val="00004E47"/>
    <w:rsid w:val="00012A51"/>
    <w:rsid w:val="00016624"/>
    <w:rsid w:val="000178C8"/>
    <w:rsid w:val="00020A97"/>
    <w:rsid w:val="00023D41"/>
    <w:rsid w:val="00043482"/>
    <w:rsid w:val="000452BE"/>
    <w:rsid w:val="00053ABA"/>
    <w:rsid w:val="00057591"/>
    <w:rsid w:val="00057635"/>
    <w:rsid w:val="00060F83"/>
    <w:rsid w:val="0006350C"/>
    <w:rsid w:val="000660FD"/>
    <w:rsid w:val="00070ABD"/>
    <w:rsid w:val="0007157B"/>
    <w:rsid w:val="000824BB"/>
    <w:rsid w:val="00087EA7"/>
    <w:rsid w:val="000905B4"/>
    <w:rsid w:val="000944AD"/>
    <w:rsid w:val="00096D6A"/>
    <w:rsid w:val="00097486"/>
    <w:rsid w:val="000A0FC3"/>
    <w:rsid w:val="000A1A21"/>
    <w:rsid w:val="000A42C1"/>
    <w:rsid w:val="000B00A5"/>
    <w:rsid w:val="000B0F17"/>
    <w:rsid w:val="000B22A7"/>
    <w:rsid w:val="000B34A3"/>
    <w:rsid w:val="000B38F1"/>
    <w:rsid w:val="000B5031"/>
    <w:rsid w:val="000B666D"/>
    <w:rsid w:val="000C2026"/>
    <w:rsid w:val="000D40CE"/>
    <w:rsid w:val="000D4201"/>
    <w:rsid w:val="000D70D1"/>
    <w:rsid w:val="000E1F3C"/>
    <w:rsid w:val="000E2D06"/>
    <w:rsid w:val="000E32FE"/>
    <w:rsid w:val="000E63FA"/>
    <w:rsid w:val="000F0A18"/>
    <w:rsid w:val="000F1509"/>
    <w:rsid w:val="000F7383"/>
    <w:rsid w:val="000F778C"/>
    <w:rsid w:val="00100748"/>
    <w:rsid w:val="00104B32"/>
    <w:rsid w:val="00105FAB"/>
    <w:rsid w:val="00106371"/>
    <w:rsid w:val="001073BD"/>
    <w:rsid w:val="00107A8A"/>
    <w:rsid w:val="00107F30"/>
    <w:rsid w:val="00107F76"/>
    <w:rsid w:val="001203A1"/>
    <w:rsid w:val="00124965"/>
    <w:rsid w:val="00125E5F"/>
    <w:rsid w:val="00134294"/>
    <w:rsid w:val="00141E3A"/>
    <w:rsid w:val="00143E76"/>
    <w:rsid w:val="001452B7"/>
    <w:rsid w:val="001460BF"/>
    <w:rsid w:val="0014611B"/>
    <w:rsid w:val="001479C0"/>
    <w:rsid w:val="00155E6B"/>
    <w:rsid w:val="0015606D"/>
    <w:rsid w:val="00156227"/>
    <w:rsid w:val="00160DD3"/>
    <w:rsid w:val="001755F3"/>
    <w:rsid w:val="00175DFB"/>
    <w:rsid w:val="00175FA7"/>
    <w:rsid w:val="00177799"/>
    <w:rsid w:val="00180B42"/>
    <w:rsid w:val="00182AA6"/>
    <w:rsid w:val="001849CF"/>
    <w:rsid w:val="00191F14"/>
    <w:rsid w:val="0019493B"/>
    <w:rsid w:val="00196CF2"/>
    <w:rsid w:val="001A2BEF"/>
    <w:rsid w:val="001A2CC2"/>
    <w:rsid w:val="001A4B47"/>
    <w:rsid w:val="001A63F5"/>
    <w:rsid w:val="001B444D"/>
    <w:rsid w:val="001C1C41"/>
    <w:rsid w:val="001C3B49"/>
    <w:rsid w:val="001C6A21"/>
    <w:rsid w:val="001D1602"/>
    <w:rsid w:val="001D27BC"/>
    <w:rsid w:val="001D350B"/>
    <w:rsid w:val="001D4FA0"/>
    <w:rsid w:val="001D68BF"/>
    <w:rsid w:val="001E1781"/>
    <w:rsid w:val="001F0FC7"/>
    <w:rsid w:val="001F4203"/>
    <w:rsid w:val="00213E92"/>
    <w:rsid w:val="0022055E"/>
    <w:rsid w:val="002217CF"/>
    <w:rsid w:val="0023220F"/>
    <w:rsid w:val="00237979"/>
    <w:rsid w:val="002405A0"/>
    <w:rsid w:val="00246C41"/>
    <w:rsid w:val="00247A5B"/>
    <w:rsid w:val="002543D4"/>
    <w:rsid w:val="00255914"/>
    <w:rsid w:val="002576EA"/>
    <w:rsid w:val="00262136"/>
    <w:rsid w:val="00267F30"/>
    <w:rsid w:val="00276067"/>
    <w:rsid w:val="002776DA"/>
    <w:rsid w:val="0028033F"/>
    <w:rsid w:val="00281216"/>
    <w:rsid w:val="0029008A"/>
    <w:rsid w:val="002931E4"/>
    <w:rsid w:val="0029354B"/>
    <w:rsid w:val="00297756"/>
    <w:rsid w:val="002A0A67"/>
    <w:rsid w:val="002A16A7"/>
    <w:rsid w:val="002A1CE9"/>
    <w:rsid w:val="002A2EE9"/>
    <w:rsid w:val="002A6B30"/>
    <w:rsid w:val="002A704B"/>
    <w:rsid w:val="002A7F21"/>
    <w:rsid w:val="002B0F67"/>
    <w:rsid w:val="002B1A42"/>
    <w:rsid w:val="002B43E7"/>
    <w:rsid w:val="002B55D7"/>
    <w:rsid w:val="002C48A2"/>
    <w:rsid w:val="002C502A"/>
    <w:rsid w:val="002C6019"/>
    <w:rsid w:val="002C7A1D"/>
    <w:rsid w:val="002D2CDD"/>
    <w:rsid w:val="002D5688"/>
    <w:rsid w:val="002E049D"/>
    <w:rsid w:val="002E0D4B"/>
    <w:rsid w:val="002E482D"/>
    <w:rsid w:val="002E733B"/>
    <w:rsid w:val="002F2A5F"/>
    <w:rsid w:val="002F2F7D"/>
    <w:rsid w:val="0030169F"/>
    <w:rsid w:val="0030362C"/>
    <w:rsid w:val="00305E7C"/>
    <w:rsid w:val="00310C6F"/>
    <w:rsid w:val="003110CD"/>
    <w:rsid w:val="00314DB3"/>
    <w:rsid w:val="003224F9"/>
    <w:rsid w:val="00322DE4"/>
    <w:rsid w:val="003230BF"/>
    <w:rsid w:val="003326F3"/>
    <w:rsid w:val="0033353F"/>
    <w:rsid w:val="003340D6"/>
    <w:rsid w:val="00334C86"/>
    <w:rsid w:val="0033593C"/>
    <w:rsid w:val="00337197"/>
    <w:rsid w:val="0033787E"/>
    <w:rsid w:val="003408D4"/>
    <w:rsid w:val="00343AE8"/>
    <w:rsid w:val="0035021B"/>
    <w:rsid w:val="0035169E"/>
    <w:rsid w:val="00351A90"/>
    <w:rsid w:val="00352361"/>
    <w:rsid w:val="00352B58"/>
    <w:rsid w:val="00354291"/>
    <w:rsid w:val="00360E1D"/>
    <w:rsid w:val="003620C6"/>
    <w:rsid w:val="003644A0"/>
    <w:rsid w:val="00366E12"/>
    <w:rsid w:val="003671FC"/>
    <w:rsid w:val="0037431C"/>
    <w:rsid w:val="0037459D"/>
    <w:rsid w:val="00374B0E"/>
    <w:rsid w:val="00381163"/>
    <w:rsid w:val="00383B4C"/>
    <w:rsid w:val="003850CB"/>
    <w:rsid w:val="00386DC4"/>
    <w:rsid w:val="003927E8"/>
    <w:rsid w:val="00394D4A"/>
    <w:rsid w:val="003962DA"/>
    <w:rsid w:val="003A1B3E"/>
    <w:rsid w:val="003A33A6"/>
    <w:rsid w:val="003A36CE"/>
    <w:rsid w:val="003A482B"/>
    <w:rsid w:val="003A635E"/>
    <w:rsid w:val="003A74B3"/>
    <w:rsid w:val="003B0CC6"/>
    <w:rsid w:val="003B5896"/>
    <w:rsid w:val="003B6537"/>
    <w:rsid w:val="003B709A"/>
    <w:rsid w:val="003C10FF"/>
    <w:rsid w:val="003C5B43"/>
    <w:rsid w:val="003C63C3"/>
    <w:rsid w:val="003C7266"/>
    <w:rsid w:val="003D06F0"/>
    <w:rsid w:val="003D5657"/>
    <w:rsid w:val="003E310B"/>
    <w:rsid w:val="003E3579"/>
    <w:rsid w:val="003E4A0B"/>
    <w:rsid w:val="003E53B3"/>
    <w:rsid w:val="003F0474"/>
    <w:rsid w:val="003F1A18"/>
    <w:rsid w:val="003F5347"/>
    <w:rsid w:val="00401594"/>
    <w:rsid w:val="0040574D"/>
    <w:rsid w:val="004140F6"/>
    <w:rsid w:val="00414511"/>
    <w:rsid w:val="004148B8"/>
    <w:rsid w:val="00414DB1"/>
    <w:rsid w:val="004164CE"/>
    <w:rsid w:val="00417752"/>
    <w:rsid w:val="0042332E"/>
    <w:rsid w:val="00442100"/>
    <w:rsid w:val="0044251C"/>
    <w:rsid w:val="00442594"/>
    <w:rsid w:val="00447D85"/>
    <w:rsid w:val="00456531"/>
    <w:rsid w:val="00457403"/>
    <w:rsid w:val="00463893"/>
    <w:rsid w:val="00463DB5"/>
    <w:rsid w:val="00463E55"/>
    <w:rsid w:val="0046609D"/>
    <w:rsid w:val="00474B72"/>
    <w:rsid w:val="00475327"/>
    <w:rsid w:val="004764A5"/>
    <w:rsid w:val="004806F6"/>
    <w:rsid w:val="004831DB"/>
    <w:rsid w:val="0048546D"/>
    <w:rsid w:val="00486DCE"/>
    <w:rsid w:val="00487B20"/>
    <w:rsid w:val="00495209"/>
    <w:rsid w:val="004A2C3E"/>
    <w:rsid w:val="004B4325"/>
    <w:rsid w:val="004C0F23"/>
    <w:rsid w:val="004C30DC"/>
    <w:rsid w:val="004C5159"/>
    <w:rsid w:val="004C585D"/>
    <w:rsid w:val="004C6246"/>
    <w:rsid w:val="004D4F9D"/>
    <w:rsid w:val="004E1070"/>
    <w:rsid w:val="004E108C"/>
    <w:rsid w:val="004E1570"/>
    <w:rsid w:val="004E79B5"/>
    <w:rsid w:val="004F0992"/>
    <w:rsid w:val="004F5544"/>
    <w:rsid w:val="00514BC0"/>
    <w:rsid w:val="00515340"/>
    <w:rsid w:val="00517259"/>
    <w:rsid w:val="00523B78"/>
    <w:rsid w:val="00526B69"/>
    <w:rsid w:val="00526F39"/>
    <w:rsid w:val="005276F7"/>
    <w:rsid w:val="00527B2B"/>
    <w:rsid w:val="00527F67"/>
    <w:rsid w:val="00532B7F"/>
    <w:rsid w:val="005343E0"/>
    <w:rsid w:val="005351C3"/>
    <w:rsid w:val="00542A4B"/>
    <w:rsid w:val="00543496"/>
    <w:rsid w:val="005458E5"/>
    <w:rsid w:val="00545DFB"/>
    <w:rsid w:val="0054741E"/>
    <w:rsid w:val="00554920"/>
    <w:rsid w:val="00563844"/>
    <w:rsid w:val="005646C7"/>
    <w:rsid w:val="00566574"/>
    <w:rsid w:val="00566893"/>
    <w:rsid w:val="00567510"/>
    <w:rsid w:val="0057002D"/>
    <w:rsid w:val="00572694"/>
    <w:rsid w:val="00572B52"/>
    <w:rsid w:val="00580283"/>
    <w:rsid w:val="00580CD2"/>
    <w:rsid w:val="005867BB"/>
    <w:rsid w:val="005903F0"/>
    <w:rsid w:val="00591639"/>
    <w:rsid w:val="005919CB"/>
    <w:rsid w:val="00591DDC"/>
    <w:rsid w:val="00592AC2"/>
    <w:rsid w:val="00593993"/>
    <w:rsid w:val="00597CF7"/>
    <w:rsid w:val="005A0B90"/>
    <w:rsid w:val="005A156B"/>
    <w:rsid w:val="005A3944"/>
    <w:rsid w:val="005A45F1"/>
    <w:rsid w:val="005A68F0"/>
    <w:rsid w:val="005A6DBC"/>
    <w:rsid w:val="005B7381"/>
    <w:rsid w:val="005B764A"/>
    <w:rsid w:val="005C02D2"/>
    <w:rsid w:val="005C0B5F"/>
    <w:rsid w:val="005C0BBD"/>
    <w:rsid w:val="005C3185"/>
    <w:rsid w:val="005C5F1C"/>
    <w:rsid w:val="005C64AA"/>
    <w:rsid w:val="005C6558"/>
    <w:rsid w:val="005C7F85"/>
    <w:rsid w:val="005D2E56"/>
    <w:rsid w:val="005D30C4"/>
    <w:rsid w:val="005D78F4"/>
    <w:rsid w:val="005E60EA"/>
    <w:rsid w:val="005F0490"/>
    <w:rsid w:val="005F2B3F"/>
    <w:rsid w:val="005F479D"/>
    <w:rsid w:val="005F7337"/>
    <w:rsid w:val="006049D1"/>
    <w:rsid w:val="0060779F"/>
    <w:rsid w:val="00620D72"/>
    <w:rsid w:val="00630D6D"/>
    <w:rsid w:val="006318C7"/>
    <w:rsid w:val="00631C81"/>
    <w:rsid w:val="006321D3"/>
    <w:rsid w:val="0063260C"/>
    <w:rsid w:val="00633609"/>
    <w:rsid w:val="00633F96"/>
    <w:rsid w:val="00637379"/>
    <w:rsid w:val="00637879"/>
    <w:rsid w:val="00637FEB"/>
    <w:rsid w:val="00640641"/>
    <w:rsid w:val="0065008A"/>
    <w:rsid w:val="00652BB7"/>
    <w:rsid w:val="006552D4"/>
    <w:rsid w:val="00655FA1"/>
    <w:rsid w:val="006605F5"/>
    <w:rsid w:val="00662E77"/>
    <w:rsid w:val="00665230"/>
    <w:rsid w:val="00670B96"/>
    <w:rsid w:val="0067116C"/>
    <w:rsid w:val="006745ED"/>
    <w:rsid w:val="006773A1"/>
    <w:rsid w:val="006807A4"/>
    <w:rsid w:val="00684030"/>
    <w:rsid w:val="00684A6D"/>
    <w:rsid w:val="00685CB3"/>
    <w:rsid w:val="006860B6"/>
    <w:rsid w:val="00686935"/>
    <w:rsid w:val="00691A7D"/>
    <w:rsid w:val="006932A1"/>
    <w:rsid w:val="00694A2C"/>
    <w:rsid w:val="00697B67"/>
    <w:rsid w:val="006A079C"/>
    <w:rsid w:val="006A1055"/>
    <w:rsid w:val="006A2A66"/>
    <w:rsid w:val="006A69C2"/>
    <w:rsid w:val="006A6CB1"/>
    <w:rsid w:val="006A7340"/>
    <w:rsid w:val="006B0236"/>
    <w:rsid w:val="006B43BE"/>
    <w:rsid w:val="006C6D09"/>
    <w:rsid w:val="006D31C3"/>
    <w:rsid w:val="006D35B3"/>
    <w:rsid w:val="006D376C"/>
    <w:rsid w:val="006E37F3"/>
    <w:rsid w:val="006F0D04"/>
    <w:rsid w:val="006F213F"/>
    <w:rsid w:val="006F30AF"/>
    <w:rsid w:val="006F3750"/>
    <w:rsid w:val="006F7026"/>
    <w:rsid w:val="00700CDA"/>
    <w:rsid w:val="007066D1"/>
    <w:rsid w:val="00711B8D"/>
    <w:rsid w:val="00714F27"/>
    <w:rsid w:val="007234F8"/>
    <w:rsid w:val="007278B8"/>
    <w:rsid w:val="00730675"/>
    <w:rsid w:val="00730BF8"/>
    <w:rsid w:val="00731B55"/>
    <w:rsid w:val="00733C74"/>
    <w:rsid w:val="00733D41"/>
    <w:rsid w:val="00734097"/>
    <w:rsid w:val="00734671"/>
    <w:rsid w:val="00741338"/>
    <w:rsid w:val="00744647"/>
    <w:rsid w:val="00744C7C"/>
    <w:rsid w:val="007632FB"/>
    <w:rsid w:val="00763856"/>
    <w:rsid w:val="007646AC"/>
    <w:rsid w:val="00764A22"/>
    <w:rsid w:val="00765EF2"/>
    <w:rsid w:val="00766650"/>
    <w:rsid w:val="00770F7A"/>
    <w:rsid w:val="00777862"/>
    <w:rsid w:val="00785449"/>
    <w:rsid w:val="00785C89"/>
    <w:rsid w:val="00787BDB"/>
    <w:rsid w:val="0079024D"/>
    <w:rsid w:val="00790A70"/>
    <w:rsid w:val="00791583"/>
    <w:rsid w:val="007A63D8"/>
    <w:rsid w:val="007B0335"/>
    <w:rsid w:val="007B1DBE"/>
    <w:rsid w:val="007B28A4"/>
    <w:rsid w:val="007B2C5A"/>
    <w:rsid w:val="007B532D"/>
    <w:rsid w:val="007B62B8"/>
    <w:rsid w:val="007C0AFC"/>
    <w:rsid w:val="007C1A4D"/>
    <w:rsid w:val="007C1DD2"/>
    <w:rsid w:val="007C2110"/>
    <w:rsid w:val="007C658C"/>
    <w:rsid w:val="007C704C"/>
    <w:rsid w:val="007D0AE7"/>
    <w:rsid w:val="007D1278"/>
    <w:rsid w:val="007D4BC2"/>
    <w:rsid w:val="007D6636"/>
    <w:rsid w:val="007E1D2A"/>
    <w:rsid w:val="007F06AE"/>
    <w:rsid w:val="007F6CBB"/>
    <w:rsid w:val="007F74E0"/>
    <w:rsid w:val="00804307"/>
    <w:rsid w:val="00805BA5"/>
    <w:rsid w:val="00815E41"/>
    <w:rsid w:val="00817F08"/>
    <w:rsid w:val="00820682"/>
    <w:rsid w:val="00820FB8"/>
    <w:rsid w:val="008215B6"/>
    <w:rsid w:val="00821AA8"/>
    <w:rsid w:val="00824B1D"/>
    <w:rsid w:val="00825040"/>
    <w:rsid w:val="00826F1F"/>
    <w:rsid w:val="00833CAD"/>
    <w:rsid w:val="00835EF6"/>
    <w:rsid w:val="00837525"/>
    <w:rsid w:val="00842B94"/>
    <w:rsid w:val="008477AC"/>
    <w:rsid w:val="00847AD3"/>
    <w:rsid w:val="008540EB"/>
    <w:rsid w:val="00855443"/>
    <w:rsid w:val="00860D26"/>
    <w:rsid w:val="00862201"/>
    <w:rsid w:val="00863F2D"/>
    <w:rsid w:val="00863FD9"/>
    <w:rsid w:val="008656C4"/>
    <w:rsid w:val="00866617"/>
    <w:rsid w:val="00874EFF"/>
    <w:rsid w:val="00876127"/>
    <w:rsid w:val="00877C02"/>
    <w:rsid w:val="00880281"/>
    <w:rsid w:val="008816CD"/>
    <w:rsid w:val="0088214A"/>
    <w:rsid w:val="0088716B"/>
    <w:rsid w:val="008914F6"/>
    <w:rsid w:val="008A0379"/>
    <w:rsid w:val="008B0B3E"/>
    <w:rsid w:val="008B0F92"/>
    <w:rsid w:val="008B1C61"/>
    <w:rsid w:val="008C3FFF"/>
    <w:rsid w:val="008D2DE1"/>
    <w:rsid w:val="008E33FD"/>
    <w:rsid w:val="008E6948"/>
    <w:rsid w:val="008E7888"/>
    <w:rsid w:val="008E7B30"/>
    <w:rsid w:val="008F29D2"/>
    <w:rsid w:val="008F3BF7"/>
    <w:rsid w:val="008F63AB"/>
    <w:rsid w:val="008F719E"/>
    <w:rsid w:val="008F7440"/>
    <w:rsid w:val="0090063C"/>
    <w:rsid w:val="00907530"/>
    <w:rsid w:val="00907728"/>
    <w:rsid w:val="00907A3D"/>
    <w:rsid w:val="00910CED"/>
    <w:rsid w:val="00911B6F"/>
    <w:rsid w:val="00915976"/>
    <w:rsid w:val="0091778B"/>
    <w:rsid w:val="00917E78"/>
    <w:rsid w:val="0092259D"/>
    <w:rsid w:val="00923D64"/>
    <w:rsid w:val="00924232"/>
    <w:rsid w:val="009309A3"/>
    <w:rsid w:val="0093158F"/>
    <w:rsid w:val="00931A87"/>
    <w:rsid w:val="0093542F"/>
    <w:rsid w:val="00942A5F"/>
    <w:rsid w:val="00943A12"/>
    <w:rsid w:val="00947030"/>
    <w:rsid w:val="0094737F"/>
    <w:rsid w:val="00952535"/>
    <w:rsid w:val="009531B6"/>
    <w:rsid w:val="00953800"/>
    <w:rsid w:val="00957AB9"/>
    <w:rsid w:val="00966F1B"/>
    <w:rsid w:val="009674B0"/>
    <w:rsid w:val="00970818"/>
    <w:rsid w:val="0097184B"/>
    <w:rsid w:val="00973F8C"/>
    <w:rsid w:val="00975A7D"/>
    <w:rsid w:val="00977B94"/>
    <w:rsid w:val="00977BBD"/>
    <w:rsid w:val="00982F3A"/>
    <w:rsid w:val="00984D11"/>
    <w:rsid w:val="009921F7"/>
    <w:rsid w:val="00997B99"/>
    <w:rsid w:val="009A1348"/>
    <w:rsid w:val="009A2D9C"/>
    <w:rsid w:val="009B01BB"/>
    <w:rsid w:val="009B22C3"/>
    <w:rsid w:val="009B324E"/>
    <w:rsid w:val="009B6988"/>
    <w:rsid w:val="009B77B6"/>
    <w:rsid w:val="009C3C3E"/>
    <w:rsid w:val="009C538B"/>
    <w:rsid w:val="009D0C07"/>
    <w:rsid w:val="009D5242"/>
    <w:rsid w:val="009D688C"/>
    <w:rsid w:val="009E1CC4"/>
    <w:rsid w:val="009E369E"/>
    <w:rsid w:val="009E4E80"/>
    <w:rsid w:val="009E5EC1"/>
    <w:rsid w:val="009F343E"/>
    <w:rsid w:val="009F567D"/>
    <w:rsid w:val="009F5DF7"/>
    <w:rsid w:val="00A00E0B"/>
    <w:rsid w:val="00A015F3"/>
    <w:rsid w:val="00A019B3"/>
    <w:rsid w:val="00A027C6"/>
    <w:rsid w:val="00A02E71"/>
    <w:rsid w:val="00A0727D"/>
    <w:rsid w:val="00A129F0"/>
    <w:rsid w:val="00A24786"/>
    <w:rsid w:val="00A278C3"/>
    <w:rsid w:val="00A27F30"/>
    <w:rsid w:val="00A33442"/>
    <w:rsid w:val="00A401EB"/>
    <w:rsid w:val="00A42F33"/>
    <w:rsid w:val="00A5048E"/>
    <w:rsid w:val="00A50653"/>
    <w:rsid w:val="00A50661"/>
    <w:rsid w:val="00A521C5"/>
    <w:rsid w:val="00A5420C"/>
    <w:rsid w:val="00A633B5"/>
    <w:rsid w:val="00A72959"/>
    <w:rsid w:val="00A72F0D"/>
    <w:rsid w:val="00A761C0"/>
    <w:rsid w:val="00A77CE1"/>
    <w:rsid w:val="00A8134D"/>
    <w:rsid w:val="00A861CE"/>
    <w:rsid w:val="00A96351"/>
    <w:rsid w:val="00AA73F1"/>
    <w:rsid w:val="00AB061D"/>
    <w:rsid w:val="00AB7456"/>
    <w:rsid w:val="00AB7D72"/>
    <w:rsid w:val="00AC348A"/>
    <w:rsid w:val="00AC4643"/>
    <w:rsid w:val="00AE1C3D"/>
    <w:rsid w:val="00AE6316"/>
    <w:rsid w:val="00AF2B09"/>
    <w:rsid w:val="00AF40D0"/>
    <w:rsid w:val="00AF44E4"/>
    <w:rsid w:val="00AF5246"/>
    <w:rsid w:val="00B00D73"/>
    <w:rsid w:val="00B0225E"/>
    <w:rsid w:val="00B043D0"/>
    <w:rsid w:val="00B10349"/>
    <w:rsid w:val="00B12C33"/>
    <w:rsid w:val="00B146DA"/>
    <w:rsid w:val="00B14A01"/>
    <w:rsid w:val="00B21E8E"/>
    <w:rsid w:val="00B248E1"/>
    <w:rsid w:val="00B24D57"/>
    <w:rsid w:val="00B31CC8"/>
    <w:rsid w:val="00B32C68"/>
    <w:rsid w:val="00B404DB"/>
    <w:rsid w:val="00B410E3"/>
    <w:rsid w:val="00B540E9"/>
    <w:rsid w:val="00B55952"/>
    <w:rsid w:val="00B65D53"/>
    <w:rsid w:val="00B66136"/>
    <w:rsid w:val="00B703F6"/>
    <w:rsid w:val="00B72E1A"/>
    <w:rsid w:val="00B776A9"/>
    <w:rsid w:val="00B82FE7"/>
    <w:rsid w:val="00B8307E"/>
    <w:rsid w:val="00B90CB4"/>
    <w:rsid w:val="00B946A1"/>
    <w:rsid w:val="00B95959"/>
    <w:rsid w:val="00B972B1"/>
    <w:rsid w:val="00BA7CC5"/>
    <w:rsid w:val="00BB6C50"/>
    <w:rsid w:val="00BB7F14"/>
    <w:rsid w:val="00BC3AF2"/>
    <w:rsid w:val="00BC773B"/>
    <w:rsid w:val="00BD1BF9"/>
    <w:rsid w:val="00BE63D9"/>
    <w:rsid w:val="00BF20EA"/>
    <w:rsid w:val="00C00CF6"/>
    <w:rsid w:val="00C021BD"/>
    <w:rsid w:val="00C02EF6"/>
    <w:rsid w:val="00C0561D"/>
    <w:rsid w:val="00C13487"/>
    <w:rsid w:val="00C20F33"/>
    <w:rsid w:val="00C20FB0"/>
    <w:rsid w:val="00C223AD"/>
    <w:rsid w:val="00C22F04"/>
    <w:rsid w:val="00C243FC"/>
    <w:rsid w:val="00C27F34"/>
    <w:rsid w:val="00C32321"/>
    <w:rsid w:val="00C37473"/>
    <w:rsid w:val="00C43050"/>
    <w:rsid w:val="00C55C72"/>
    <w:rsid w:val="00C57144"/>
    <w:rsid w:val="00C60DF7"/>
    <w:rsid w:val="00C6179D"/>
    <w:rsid w:val="00C626D4"/>
    <w:rsid w:val="00C6397B"/>
    <w:rsid w:val="00C64790"/>
    <w:rsid w:val="00C64B27"/>
    <w:rsid w:val="00C67374"/>
    <w:rsid w:val="00C74217"/>
    <w:rsid w:val="00C751AD"/>
    <w:rsid w:val="00C858B6"/>
    <w:rsid w:val="00C85B40"/>
    <w:rsid w:val="00C87573"/>
    <w:rsid w:val="00C93881"/>
    <w:rsid w:val="00C96DA2"/>
    <w:rsid w:val="00CA1D57"/>
    <w:rsid w:val="00CA7F73"/>
    <w:rsid w:val="00CC0AFB"/>
    <w:rsid w:val="00CC465E"/>
    <w:rsid w:val="00CC54C5"/>
    <w:rsid w:val="00CC64DE"/>
    <w:rsid w:val="00CC69CE"/>
    <w:rsid w:val="00CC7DD3"/>
    <w:rsid w:val="00CD33DD"/>
    <w:rsid w:val="00CD50E4"/>
    <w:rsid w:val="00CD67B4"/>
    <w:rsid w:val="00CE1768"/>
    <w:rsid w:val="00CE18EF"/>
    <w:rsid w:val="00CE3D30"/>
    <w:rsid w:val="00CE411A"/>
    <w:rsid w:val="00CE6DC1"/>
    <w:rsid w:val="00CE6DD0"/>
    <w:rsid w:val="00CF0750"/>
    <w:rsid w:val="00CF6300"/>
    <w:rsid w:val="00D026BF"/>
    <w:rsid w:val="00D15BE8"/>
    <w:rsid w:val="00D17A3E"/>
    <w:rsid w:val="00D220EF"/>
    <w:rsid w:val="00D26E80"/>
    <w:rsid w:val="00D311E4"/>
    <w:rsid w:val="00D31FE1"/>
    <w:rsid w:val="00D32769"/>
    <w:rsid w:val="00D35469"/>
    <w:rsid w:val="00D44BD2"/>
    <w:rsid w:val="00D4635B"/>
    <w:rsid w:val="00D4669D"/>
    <w:rsid w:val="00D51005"/>
    <w:rsid w:val="00D5551E"/>
    <w:rsid w:val="00D55EE7"/>
    <w:rsid w:val="00D5681D"/>
    <w:rsid w:val="00D56856"/>
    <w:rsid w:val="00D6032A"/>
    <w:rsid w:val="00D6074A"/>
    <w:rsid w:val="00D61649"/>
    <w:rsid w:val="00D619D0"/>
    <w:rsid w:val="00D65A4C"/>
    <w:rsid w:val="00D710FE"/>
    <w:rsid w:val="00D7287E"/>
    <w:rsid w:val="00D75E55"/>
    <w:rsid w:val="00D76BBE"/>
    <w:rsid w:val="00D77F77"/>
    <w:rsid w:val="00D821C0"/>
    <w:rsid w:val="00D8259D"/>
    <w:rsid w:val="00D846DB"/>
    <w:rsid w:val="00D87E17"/>
    <w:rsid w:val="00D9055E"/>
    <w:rsid w:val="00D911A6"/>
    <w:rsid w:val="00D95CE2"/>
    <w:rsid w:val="00D970EF"/>
    <w:rsid w:val="00DA6114"/>
    <w:rsid w:val="00DA61FE"/>
    <w:rsid w:val="00DB1A55"/>
    <w:rsid w:val="00DB25FD"/>
    <w:rsid w:val="00DB527D"/>
    <w:rsid w:val="00DB5793"/>
    <w:rsid w:val="00DB6081"/>
    <w:rsid w:val="00DB6B72"/>
    <w:rsid w:val="00DB79B5"/>
    <w:rsid w:val="00DC126B"/>
    <w:rsid w:val="00DC23F9"/>
    <w:rsid w:val="00DC24EA"/>
    <w:rsid w:val="00DC3786"/>
    <w:rsid w:val="00DC62E8"/>
    <w:rsid w:val="00DD1A60"/>
    <w:rsid w:val="00DD2355"/>
    <w:rsid w:val="00DD38A1"/>
    <w:rsid w:val="00DD46F7"/>
    <w:rsid w:val="00DD4FCB"/>
    <w:rsid w:val="00DE1D2E"/>
    <w:rsid w:val="00DE1D54"/>
    <w:rsid w:val="00DE3399"/>
    <w:rsid w:val="00DE4377"/>
    <w:rsid w:val="00DE4D37"/>
    <w:rsid w:val="00DE57C0"/>
    <w:rsid w:val="00DE5B16"/>
    <w:rsid w:val="00DF2FD7"/>
    <w:rsid w:val="00DF79D0"/>
    <w:rsid w:val="00E14745"/>
    <w:rsid w:val="00E14E16"/>
    <w:rsid w:val="00E2402B"/>
    <w:rsid w:val="00E244CD"/>
    <w:rsid w:val="00E24C47"/>
    <w:rsid w:val="00E266E3"/>
    <w:rsid w:val="00E26F89"/>
    <w:rsid w:val="00E27759"/>
    <w:rsid w:val="00E30723"/>
    <w:rsid w:val="00E331AF"/>
    <w:rsid w:val="00E34801"/>
    <w:rsid w:val="00E42140"/>
    <w:rsid w:val="00E425FB"/>
    <w:rsid w:val="00E427A6"/>
    <w:rsid w:val="00E4387A"/>
    <w:rsid w:val="00E52259"/>
    <w:rsid w:val="00E5446F"/>
    <w:rsid w:val="00E56DC6"/>
    <w:rsid w:val="00E624A6"/>
    <w:rsid w:val="00E644E0"/>
    <w:rsid w:val="00E66D15"/>
    <w:rsid w:val="00E67AB0"/>
    <w:rsid w:val="00E718ED"/>
    <w:rsid w:val="00E7379E"/>
    <w:rsid w:val="00E77E35"/>
    <w:rsid w:val="00E8347C"/>
    <w:rsid w:val="00E8398B"/>
    <w:rsid w:val="00E84626"/>
    <w:rsid w:val="00E847EB"/>
    <w:rsid w:val="00E871DF"/>
    <w:rsid w:val="00EA06E7"/>
    <w:rsid w:val="00EA4BA5"/>
    <w:rsid w:val="00EB0822"/>
    <w:rsid w:val="00EB42B5"/>
    <w:rsid w:val="00EB58D0"/>
    <w:rsid w:val="00EC17F9"/>
    <w:rsid w:val="00EC2BBA"/>
    <w:rsid w:val="00EC4458"/>
    <w:rsid w:val="00EC6A2E"/>
    <w:rsid w:val="00ED36E7"/>
    <w:rsid w:val="00EE28A3"/>
    <w:rsid w:val="00EE5764"/>
    <w:rsid w:val="00EF07DF"/>
    <w:rsid w:val="00EF1600"/>
    <w:rsid w:val="00EF1F18"/>
    <w:rsid w:val="00EF570C"/>
    <w:rsid w:val="00EF5823"/>
    <w:rsid w:val="00EF78D9"/>
    <w:rsid w:val="00F02D98"/>
    <w:rsid w:val="00F07293"/>
    <w:rsid w:val="00F07F28"/>
    <w:rsid w:val="00F1177C"/>
    <w:rsid w:val="00F15F42"/>
    <w:rsid w:val="00F175CB"/>
    <w:rsid w:val="00F21164"/>
    <w:rsid w:val="00F234EB"/>
    <w:rsid w:val="00F247AB"/>
    <w:rsid w:val="00F251BA"/>
    <w:rsid w:val="00F26A63"/>
    <w:rsid w:val="00F26AFE"/>
    <w:rsid w:val="00F3310B"/>
    <w:rsid w:val="00F40597"/>
    <w:rsid w:val="00F4127F"/>
    <w:rsid w:val="00F4133A"/>
    <w:rsid w:val="00F42647"/>
    <w:rsid w:val="00F46377"/>
    <w:rsid w:val="00F467C1"/>
    <w:rsid w:val="00F47719"/>
    <w:rsid w:val="00F5477F"/>
    <w:rsid w:val="00F60B90"/>
    <w:rsid w:val="00F65935"/>
    <w:rsid w:val="00F67430"/>
    <w:rsid w:val="00F67B68"/>
    <w:rsid w:val="00F67C35"/>
    <w:rsid w:val="00F71673"/>
    <w:rsid w:val="00F7426D"/>
    <w:rsid w:val="00F75063"/>
    <w:rsid w:val="00F75679"/>
    <w:rsid w:val="00F80107"/>
    <w:rsid w:val="00F81293"/>
    <w:rsid w:val="00F86A8F"/>
    <w:rsid w:val="00F94594"/>
    <w:rsid w:val="00F95F18"/>
    <w:rsid w:val="00FA1CFD"/>
    <w:rsid w:val="00FA3E6D"/>
    <w:rsid w:val="00FA4DC7"/>
    <w:rsid w:val="00FA7E16"/>
    <w:rsid w:val="00FB0B6A"/>
    <w:rsid w:val="00FB38A7"/>
    <w:rsid w:val="00FB38B8"/>
    <w:rsid w:val="00FB3A31"/>
    <w:rsid w:val="00FB4B4D"/>
    <w:rsid w:val="00FC304C"/>
    <w:rsid w:val="00FC56DD"/>
    <w:rsid w:val="00FC5FFF"/>
    <w:rsid w:val="00FD0B67"/>
    <w:rsid w:val="00FD1B07"/>
    <w:rsid w:val="00FD50E5"/>
    <w:rsid w:val="00FD5998"/>
    <w:rsid w:val="00FD7CE8"/>
    <w:rsid w:val="00FE7371"/>
    <w:rsid w:val="00FF5CD4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C285E0"/>
  <w15:chartTrackingRefBased/>
  <w15:docId w15:val="{E47F252A-04E2-4A12-B081-63407C28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4FA0"/>
    <w:pPr>
      <w:spacing w:after="225" w:line="276" w:lineRule="auto"/>
    </w:pPr>
    <w:rPr>
      <w:sz w:val="24"/>
      <w:szCs w:val="21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FA0"/>
    <w:pPr>
      <w:keepNext/>
      <w:keepLines/>
      <w:spacing w:before="320" w:after="80" w:line="240" w:lineRule="auto"/>
      <w:jc w:val="center"/>
      <w:outlineLvl w:val="0"/>
    </w:pPr>
    <w:rPr>
      <w:rFonts w:ascii="Calibri Light" w:hAnsi="Calibri Light"/>
      <w:color w:val="A5A5A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4FA0"/>
    <w:pPr>
      <w:keepNext/>
      <w:keepLines/>
      <w:spacing w:before="160" w:after="40" w:line="240" w:lineRule="auto"/>
      <w:jc w:val="center"/>
      <w:outlineLvl w:val="1"/>
    </w:pPr>
    <w:rPr>
      <w:rFonts w:ascii="Calibri Light" w:hAnsi="Calibri Light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D4FA0"/>
    <w:pPr>
      <w:keepNext/>
      <w:keepLines/>
      <w:spacing w:before="160" w:line="240" w:lineRule="auto"/>
      <w:outlineLvl w:val="2"/>
    </w:pPr>
    <w:rPr>
      <w:rFonts w:ascii="Calibri Light" w:hAnsi="Calibri Light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4FA0"/>
    <w:pPr>
      <w:keepNext/>
      <w:keepLines/>
      <w:spacing w:before="80"/>
      <w:outlineLvl w:val="3"/>
    </w:pPr>
    <w:rPr>
      <w:rFonts w:ascii="Calibri Light" w:hAnsi="Calibri Light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4FA0"/>
    <w:pPr>
      <w:keepNext/>
      <w:keepLines/>
      <w:spacing w:before="40"/>
      <w:outlineLvl w:val="4"/>
    </w:pPr>
    <w:rPr>
      <w:rFonts w:ascii="Calibri Light" w:hAnsi="Calibri Light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4FA0"/>
    <w:pPr>
      <w:keepNext/>
      <w:keepLines/>
      <w:spacing w:before="40"/>
      <w:outlineLvl w:val="5"/>
    </w:pPr>
    <w:rPr>
      <w:rFonts w:ascii="Calibri Light" w:hAnsi="Calibri Light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4FA0"/>
    <w:pPr>
      <w:keepNext/>
      <w:keepLines/>
      <w:spacing w:before="40"/>
      <w:outlineLvl w:val="6"/>
    </w:pPr>
    <w:rPr>
      <w:rFonts w:ascii="Calibri Light" w:hAnsi="Calibri Light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4FA0"/>
    <w:pPr>
      <w:keepNext/>
      <w:keepLines/>
      <w:spacing w:before="40"/>
      <w:outlineLvl w:val="7"/>
    </w:pPr>
    <w:rPr>
      <w:rFonts w:ascii="Calibri Light" w:hAnsi="Calibri Light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4FA0"/>
    <w:pPr>
      <w:keepNext/>
      <w:keepLines/>
      <w:spacing w:before="4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Session Title"/>
    <w:basedOn w:val="Normal"/>
    <w:next w:val="Normal"/>
    <w:link w:val="TitleChar"/>
    <w:autoRedefine/>
    <w:qFormat/>
    <w:rsid w:val="001D4FA0"/>
    <w:pPr>
      <w:pBdr>
        <w:top w:val="single" w:sz="6" w:space="8" w:color="969696"/>
        <w:bottom w:val="single" w:sz="6" w:space="8" w:color="969696"/>
      </w:pBdr>
      <w:spacing w:after="405" w:line="240" w:lineRule="auto"/>
      <w:contextualSpacing/>
      <w:jc w:val="center"/>
      <w:outlineLvl w:val="0"/>
    </w:pPr>
    <w:rPr>
      <w:rFonts w:ascii="Calibri Light" w:hAnsi="Calibri Light"/>
      <w:b/>
      <w:caps/>
      <w:spacing w:val="30"/>
      <w:sz w:val="48"/>
      <w:szCs w:val="48"/>
    </w:rPr>
  </w:style>
  <w:style w:type="paragraph" w:customStyle="1" w:styleId="CopyrightandTOCTitle">
    <w:name w:val="Copyright and TOC Title"/>
    <w:next w:val="Normal"/>
    <w:rsid w:val="001D4FA0"/>
    <w:pPr>
      <w:spacing w:line="300" w:lineRule="auto"/>
    </w:pPr>
    <w:rPr>
      <w:rFonts w:ascii="Tahoma" w:hAnsi="Tahoma"/>
      <w:b/>
      <w:smallCaps/>
      <w:color w:val="6E9400"/>
      <w:sz w:val="32"/>
      <w:szCs w:val="21"/>
      <w:lang w:val="en-US" w:eastAsia="en-US"/>
    </w:rPr>
  </w:style>
  <w:style w:type="paragraph" w:styleId="BalloonText">
    <w:name w:val="Balloon Text"/>
    <w:basedOn w:val="Normal"/>
    <w:link w:val="BalloonTextChar"/>
    <w:rsid w:val="001D4F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4FA0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1D4FA0"/>
    <w:rPr>
      <w:color w:val="A71D41"/>
      <w:u w:val="single"/>
    </w:rPr>
  </w:style>
  <w:style w:type="paragraph" w:customStyle="1" w:styleId="Sub-Title">
    <w:name w:val="Sub-Title"/>
    <w:basedOn w:val="Normal"/>
    <w:next w:val="Normal"/>
    <w:link w:val="Sub-TitleChar"/>
    <w:autoRedefine/>
    <w:qFormat/>
    <w:rsid w:val="001D4FA0"/>
    <w:pPr>
      <w:spacing w:before="440" w:after="220"/>
    </w:pPr>
    <w:rPr>
      <w:rFonts w:cs="Calibri"/>
      <w:b/>
      <w:spacing w:val="3"/>
      <w:sz w:val="28"/>
      <w:szCs w:val="28"/>
    </w:rPr>
  </w:style>
  <w:style w:type="numbering" w:customStyle="1" w:styleId="DefaultNumbers">
    <w:name w:val="Default Numbers"/>
    <w:basedOn w:val="NoList"/>
    <w:rsid w:val="001D4FA0"/>
    <w:pPr>
      <w:numPr>
        <w:numId w:val="3"/>
      </w:numPr>
    </w:pPr>
  </w:style>
  <w:style w:type="character" w:customStyle="1" w:styleId="TitleChar">
    <w:name w:val="Title Char"/>
    <w:aliases w:val="Session Title Char"/>
    <w:link w:val="Title"/>
    <w:rsid w:val="001D4FA0"/>
    <w:rPr>
      <w:rFonts w:ascii="Calibri Light" w:hAnsi="Calibri Light"/>
      <w:b/>
      <w:caps/>
      <w:spacing w:val="30"/>
      <w:sz w:val="48"/>
      <w:szCs w:val="48"/>
      <w:lang w:val="en-US" w:eastAsia="en-US"/>
    </w:rPr>
  </w:style>
  <w:style w:type="paragraph" w:customStyle="1" w:styleId="Sub-Session">
    <w:name w:val="Sub-Session"/>
    <w:basedOn w:val="Title"/>
    <w:next w:val="Normal"/>
    <w:autoRedefine/>
    <w:qFormat/>
    <w:rsid w:val="001D4FA0"/>
    <w:pPr>
      <w:pBdr>
        <w:top w:val="none" w:sz="0" w:space="0" w:color="auto"/>
        <w:bottom w:val="none" w:sz="0" w:space="0" w:color="auto"/>
      </w:pBdr>
      <w:spacing w:before="320" w:after="320"/>
      <w:jc w:val="left"/>
      <w:outlineLvl w:val="2"/>
    </w:pPr>
    <w:rPr>
      <w:b w:val="0"/>
      <w:sz w:val="36"/>
      <w:szCs w:val="36"/>
    </w:rPr>
  </w:style>
  <w:style w:type="character" w:customStyle="1" w:styleId="Sub-TitleChar">
    <w:name w:val="Sub-Title Char"/>
    <w:link w:val="Sub-Title"/>
    <w:locked/>
    <w:rsid w:val="001D4FA0"/>
    <w:rPr>
      <w:rFonts w:cs="Calibri"/>
      <w:b/>
      <w:spacing w:val="3"/>
      <w:sz w:val="28"/>
      <w:szCs w:val="28"/>
      <w:lang w:val="en-US" w:eastAsia="en-US"/>
    </w:rPr>
  </w:style>
  <w:style w:type="paragraph" w:customStyle="1" w:styleId="TableHeading">
    <w:name w:val="Table Heading"/>
    <w:basedOn w:val="Normal"/>
    <w:next w:val="Normal"/>
    <w:rsid w:val="001D4FA0"/>
    <w:pPr>
      <w:jc w:val="center"/>
    </w:pPr>
    <w:rPr>
      <w:b/>
      <w:bCs/>
      <w:szCs w:val="24"/>
    </w:rPr>
  </w:style>
  <w:style w:type="paragraph" w:customStyle="1" w:styleId="AgendaTitle">
    <w:name w:val="Agenda Title"/>
    <w:basedOn w:val="Title"/>
    <w:link w:val="AgendaTitleChar"/>
    <w:qFormat/>
    <w:rsid w:val="001D4FA0"/>
    <w:rPr>
      <w:smallCaps/>
    </w:rPr>
  </w:style>
  <w:style w:type="paragraph" w:styleId="TOC1">
    <w:name w:val="toc 1"/>
    <w:basedOn w:val="Normal"/>
    <w:next w:val="Normal"/>
    <w:autoRedefine/>
    <w:uiPriority w:val="39"/>
    <w:qFormat/>
    <w:rsid w:val="001D4FA0"/>
    <w:pPr>
      <w:spacing w:before="240" w:after="24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qFormat/>
    <w:rsid w:val="001D4FA0"/>
    <w:pPr>
      <w:spacing w:before="120" w:after="120"/>
    </w:pPr>
    <w:rPr>
      <w:b/>
      <w:iCs/>
      <w:sz w:val="20"/>
    </w:rPr>
  </w:style>
  <w:style w:type="paragraph" w:styleId="TOC3">
    <w:name w:val="toc 3"/>
    <w:basedOn w:val="Normal"/>
    <w:next w:val="Normal"/>
    <w:autoRedefine/>
    <w:uiPriority w:val="39"/>
    <w:qFormat/>
    <w:rsid w:val="001D4FA0"/>
    <w:pPr>
      <w:tabs>
        <w:tab w:val="right" w:leader="dot" w:pos="8630"/>
      </w:tabs>
      <w:spacing w:after="200"/>
      <w:ind w:left="480"/>
    </w:pPr>
    <w:rPr>
      <w:sz w:val="20"/>
    </w:rPr>
  </w:style>
  <w:style w:type="paragraph" w:customStyle="1" w:styleId="ImportantBulletPoint">
    <w:name w:val="Important Bullet Point"/>
    <w:basedOn w:val="Normal"/>
    <w:rsid w:val="001D4FA0"/>
    <w:pPr>
      <w:numPr>
        <w:numId w:val="11"/>
      </w:numPr>
      <w:spacing w:line="240" w:lineRule="auto"/>
    </w:pPr>
    <w:rPr>
      <w:b/>
      <w:bCs/>
    </w:rPr>
  </w:style>
  <w:style w:type="paragraph" w:customStyle="1" w:styleId="Time">
    <w:name w:val="Time"/>
    <w:next w:val="Normal"/>
    <w:link w:val="TimeChar"/>
    <w:qFormat/>
    <w:rsid w:val="001D4FA0"/>
    <w:pPr>
      <w:spacing w:after="240" w:line="276" w:lineRule="auto"/>
    </w:pPr>
    <w:rPr>
      <w:rFonts w:asciiTheme="minorHAnsi" w:hAnsiTheme="minorHAnsi"/>
      <w:i/>
      <w:sz w:val="28"/>
      <w:szCs w:val="21"/>
      <w:lang w:val="en-US" w:eastAsia="en-US"/>
    </w:rPr>
  </w:style>
  <w:style w:type="numbering" w:customStyle="1" w:styleId="DocumentBullets">
    <w:name w:val="Document Bullets"/>
    <w:basedOn w:val="NoList"/>
    <w:rsid w:val="001D4FA0"/>
    <w:pPr>
      <w:numPr>
        <w:numId w:val="4"/>
      </w:numPr>
    </w:pPr>
  </w:style>
  <w:style w:type="character" w:customStyle="1" w:styleId="AgendaTitleChar">
    <w:name w:val="Agenda Title Char"/>
    <w:link w:val="AgendaTitle"/>
    <w:rsid w:val="001D4FA0"/>
    <w:rPr>
      <w:rFonts w:ascii="Calibri Light" w:hAnsi="Calibri Light"/>
      <w:b/>
      <w:caps/>
      <w:smallCaps/>
      <w:spacing w:val="30"/>
      <w:sz w:val="48"/>
      <w:szCs w:val="48"/>
      <w:lang w:val="en-US" w:eastAsia="en-US"/>
    </w:rPr>
  </w:style>
  <w:style w:type="table" w:customStyle="1" w:styleId="FancyTables">
    <w:name w:val="Fancy Tables"/>
    <w:basedOn w:val="TableNormal"/>
    <w:rsid w:val="001D4FA0"/>
    <w:tblPr>
      <w:tblStyleRowBandSize w:val="1"/>
      <w:tblInd w:w="115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FFFFFF"/>
    </w:tcPr>
    <w:tblStylePr w:type="band1Horz">
      <w:tblPr/>
      <w:tcPr>
        <w:shd w:val="clear" w:color="auto" w:fill="D6E3BC"/>
      </w:tcPr>
    </w:tblStylePr>
  </w:style>
  <w:style w:type="character" w:customStyle="1" w:styleId="Heading1Char">
    <w:name w:val="Heading 1 Char"/>
    <w:link w:val="Heading1"/>
    <w:uiPriority w:val="9"/>
    <w:rsid w:val="001D4FA0"/>
    <w:rPr>
      <w:rFonts w:ascii="Calibri Light" w:hAnsi="Calibri Light"/>
      <w:color w:val="A5A5A5"/>
      <w:sz w:val="40"/>
      <w:szCs w:val="40"/>
      <w:lang w:val="en-US" w:eastAsia="en-US"/>
    </w:rPr>
  </w:style>
  <w:style w:type="paragraph" w:customStyle="1" w:styleId="ImportantPoint">
    <w:name w:val="Important Point"/>
    <w:basedOn w:val="Normal"/>
    <w:link w:val="ImportantPointChar"/>
    <w:qFormat/>
    <w:rsid w:val="001D4FA0"/>
    <w:rPr>
      <w:b/>
      <w:bCs/>
      <w:szCs w:val="24"/>
    </w:rPr>
  </w:style>
  <w:style w:type="character" w:customStyle="1" w:styleId="ImportantPointChar">
    <w:name w:val="Important Point Char"/>
    <w:link w:val="ImportantPoint"/>
    <w:rsid w:val="001D4FA0"/>
    <w:rPr>
      <w:b/>
      <w:bCs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1D4FA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D4FA0"/>
    <w:rPr>
      <w:sz w:val="24"/>
      <w:szCs w:val="21"/>
      <w:lang w:val="en-US" w:eastAsia="en-US"/>
    </w:rPr>
  </w:style>
  <w:style w:type="paragraph" w:styleId="Footer">
    <w:name w:val="footer"/>
    <w:basedOn w:val="Normal"/>
    <w:link w:val="FooterChar"/>
    <w:rsid w:val="001D4FA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D4FA0"/>
    <w:rPr>
      <w:sz w:val="24"/>
      <w:szCs w:val="21"/>
      <w:lang w:val="en-US" w:eastAsia="en-US"/>
    </w:rPr>
  </w:style>
  <w:style w:type="character" w:customStyle="1" w:styleId="TimeChar">
    <w:name w:val="Time Char"/>
    <w:link w:val="Time"/>
    <w:rsid w:val="001D4FA0"/>
    <w:rPr>
      <w:rFonts w:asciiTheme="minorHAnsi" w:hAnsiTheme="minorHAnsi"/>
      <w:i/>
      <w:sz w:val="28"/>
      <w:szCs w:val="21"/>
      <w:lang w:val="en-US" w:eastAsia="en-US"/>
    </w:rPr>
  </w:style>
  <w:style w:type="character" w:customStyle="1" w:styleId="UnresolvedMention1">
    <w:name w:val="Unresolved Mention1"/>
    <w:uiPriority w:val="99"/>
    <w:semiHidden/>
    <w:unhideWhenUsed/>
    <w:rsid w:val="001D4FA0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rsid w:val="001D4FA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1D4FA0"/>
    <w:rPr>
      <w:sz w:val="24"/>
      <w:szCs w:val="21"/>
      <w:lang w:val="en-US" w:eastAsia="en-US"/>
    </w:rPr>
  </w:style>
  <w:style w:type="character" w:styleId="Strong">
    <w:name w:val="Strong"/>
    <w:uiPriority w:val="22"/>
    <w:rsid w:val="001D4FA0"/>
    <w:rPr>
      <w:b/>
      <w:bCs/>
    </w:rPr>
  </w:style>
  <w:style w:type="character" w:styleId="CommentReference">
    <w:name w:val="annotation reference"/>
    <w:uiPriority w:val="99"/>
    <w:rsid w:val="001D4F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D4FA0"/>
    <w:rPr>
      <w:sz w:val="20"/>
    </w:rPr>
  </w:style>
  <w:style w:type="character" w:customStyle="1" w:styleId="CommentTextChar">
    <w:name w:val="Comment Text Char"/>
    <w:link w:val="CommentText"/>
    <w:uiPriority w:val="99"/>
    <w:rsid w:val="001D4FA0"/>
    <w:rPr>
      <w:szCs w:val="21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D4FA0"/>
    <w:rPr>
      <w:b/>
      <w:bCs/>
    </w:rPr>
  </w:style>
  <w:style w:type="character" w:customStyle="1" w:styleId="CommentSubjectChar">
    <w:name w:val="Comment Subject Char"/>
    <w:link w:val="CommentSubject"/>
    <w:rsid w:val="001D4FA0"/>
    <w:rPr>
      <w:b/>
      <w:bCs/>
      <w:szCs w:val="21"/>
      <w:lang w:val="en-US" w:eastAsia="en-US"/>
    </w:rPr>
  </w:style>
  <w:style w:type="character" w:customStyle="1" w:styleId="Heading2Char">
    <w:name w:val="Heading 2 Char"/>
    <w:link w:val="Heading2"/>
    <w:uiPriority w:val="9"/>
    <w:rsid w:val="001D4FA0"/>
    <w:rPr>
      <w:rFonts w:ascii="Calibri Light" w:hAnsi="Calibri Light"/>
      <w:sz w:val="32"/>
      <w:szCs w:val="32"/>
      <w:lang w:val="en-US" w:eastAsia="en-US"/>
    </w:rPr>
  </w:style>
  <w:style w:type="character" w:customStyle="1" w:styleId="Heading3Char">
    <w:name w:val="Heading 3 Char"/>
    <w:link w:val="Heading3"/>
    <w:uiPriority w:val="9"/>
    <w:rsid w:val="001D4FA0"/>
    <w:rPr>
      <w:rFonts w:ascii="Calibri Light" w:hAnsi="Calibri Light"/>
      <w:sz w:val="32"/>
      <w:szCs w:val="32"/>
      <w:lang w:val="en-US" w:eastAsia="en-US"/>
    </w:rPr>
  </w:style>
  <w:style w:type="character" w:customStyle="1" w:styleId="Heading4Char">
    <w:name w:val="Heading 4 Char"/>
    <w:link w:val="Heading4"/>
    <w:uiPriority w:val="9"/>
    <w:rsid w:val="001D4FA0"/>
    <w:rPr>
      <w:rFonts w:ascii="Calibri Light" w:hAnsi="Calibri Light"/>
      <w:i/>
      <w:iCs/>
      <w:sz w:val="30"/>
      <w:szCs w:val="30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1D4FA0"/>
    <w:rPr>
      <w:rFonts w:ascii="Calibri Light" w:hAnsi="Calibri Light"/>
      <w:sz w:val="28"/>
      <w:szCs w:val="28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1D4FA0"/>
    <w:rPr>
      <w:rFonts w:ascii="Calibri Light" w:hAnsi="Calibri Light"/>
      <w:i/>
      <w:iCs/>
      <w:sz w:val="26"/>
      <w:szCs w:val="26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1D4FA0"/>
    <w:rPr>
      <w:rFonts w:ascii="Calibri Light" w:hAnsi="Calibri Light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1D4FA0"/>
    <w:rPr>
      <w:rFonts w:ascii="Calibri Light" w:hAnsi="Calibri Light"/>
      <w:i/>
      <w:iCs/>
      <w:sz w:val="22"/>
      <w:szCs w:val="22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1D4FA0"/>
    <w:rPr>
      <w:b/>
      <w:bCs/>
      <w:i/>
      <w:iCs/>
      <w:sz w:val="24"/>
      <w:szCs w:val="21"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D4FA0"/>
    <w:pPr>
      <w:spacing w:line="240" w:lineRule="auto"/>
    </w:pPr>
    <w:rPr>
      <w:b/>
      <w:bCs/>
      <w:color w:val="404040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rsid w:val="001D4FA0"/>
    <w:pPr>
      <w:numPr>
        <w:ilvl w:val="1"/>
      </w:numPr>
      <w:jc w:val="center"/>
    </w:pPr>
    <w:rPr>
      <w:color w:val="000000"/>
      <w:sz w:val="28"/>
      <w:szCs w:val="28"/>
    </w:rPr>
  </w:style>
  <w:style w:type="character" w:customStyle="1" w:styleId="SubtitleChar">
    <w:name w:val="Subtitle Char"/>
    <w:link w:val="Subtitle"/>
    <w:uiPriority w:val="11"/>
    <w:rsid w:val="001D4FA0"/>
    <w:rPr>
      <w:color w:val="000000"/>
      <w:sz w:val="28"/>
      <w:szCs w:val="28"/>
      <w:lang w:val="en-US" w:eastAsia="en-US"/>
    </w:rPr>
  </w:style>
  <w:style w:type="character" w:styleId="Emphasis">
    <w:name w:val="Emphasis"/>
    <w:uiPriority w:val="20"/>
    <w:rsid w:val="001D4FA0"/>
    <w:rPr>
      <w:i/>
      <w:iCs/>
      <w:color w:val="000000"/>
    </w:rPr>
  </w:style>
  <w:style w:type="paragraph" w:styleId="NoSpacing">
    <w:name w:val="No Spacing"/>
    <w:uiPriority w:val="1"/>
    <w:qFormat/>
    <w:rsid w:val="001D4FA0"/>
    <w:rPr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rsid w:val="001D4FA0"/>
    <w:pPr>
      <w:spacing w:before="160"/>
      <w:ind w:left="720" w:right="720"/>
      <w:jc w:val="center"/>
    </w:pPr>
    <w:rPr>
      <w:i/>
      <w:iCs/>
      <w:color w:val="707070"/>
      <w:szCs w:val="24"/>
    </w:rPr>
  </w:style>
  <w:style w:type="character" w:customStyle="1" w:styleId="QuoteChar">
    <w:name w:val="Quote Char"/>
    <w:link w:val="Quote"/>
    <w:uiPriority w:val="29"/>
    <w:rsid w:val="001D4FA0"/>
    <w:rPr>
      <w:i/>
      <w:iCs/>
      <w:color w:val="707070"/>
      <w:sz w:val="24"/>
      <w:szCs w:val="24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1D4FA0"/>
    <w:pPr>
      <w:spacing w:before="160"/>
      <w:ind w:left="936" w:right="936"/>
      <w:jc w:val="center"/>
    </w:pPr>
    <w:rPr>
      <w:rFonts w:ascii="Calibri Light" w:hAnsi="Calibri Light"/>
      <w:caps/>
      <w:color w:val="A5A5A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1D4FA0"/>
    <w:rPr>
      <w:rFonts w:ascii="Calibri Light" w:hAnsi="Calibri Light"/>
      <w:caps/>
      <w:color w:val="A5A5A5"/>
      <w:sz w:val="28"/>
      <w:szCs w:val="28"/>
      <w:lang w:val="en-US" w:eastAsia="en-US"/>
    </w:rPr>
  </w:style>
  <w:style w:type="character" w:styleId="SubtleEmphasis">
    <w:name w:val="Subtle Emphasis"/>
    <w:uiPriority w:val="19"/>
    <w:rsid w:val="001D4FA0"/>
    <w:rPr>
      <w:i/>
      <w:iCs/>
      <w:color w:val="595959"/>
    </w:rPr>
  </w:style>
  <w:style w:type="character" w:styleId="IntenseEmphasis">
    <w:name w:val="Intense Emphasis"/>
    <w:uiPriority w:val="21"/>
    <w:rsid w:val="001D4FA0"/>
    <w:rPr>
      <w:b/>
      <w:bCs/>
      <w:i/>
      <w:iCs/>
      <w:color w:val="auto"/>
    </w:rPr>
  </w:style>
  <w:style w:type="character" w:styleId="SubtleReference">
    <w:name w:val="Subtle Reference"/>
    <w:uiPriority w:val="31"/>
    <w:rsid w:val="001D4FA0"/>
    <w:rPr>
      <w:caps w:val="0"/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rsid w:val="001D4FA0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uiPriority w:val="33"/>
    <w:rsid w:val="001D4FA0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4FA0"/>
    <w:pPr>
      <w:outlineLvl w:val="9"/>
    </w:pPr>
  </w:style>
  <w:style w:type="table" w:styleId="TableClassic2">
    <w:name w:val="Table Classic 2"/>
    <w:basedOn w:val="TableNormal"/>
    <w:rsid w:val="001D4F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rsid w:val="001D4FA0"/>
    <w:pPr>
      <w:numPr>
        <w:numId w:val="12"/>
      </w:numPr>
    </w:pPr>
    <w:rPr>
      <w:color w:val="A71D41"/>
    </w:rPr>
  </w:style>
  <w:style w:type="paragraph" w:styleId="Index1">
    <w:name w:val="index 1"/>
    <w:basedOn w:val="Normal"/>
    <w:next w:val="Normal"/>
    <w:autoRedefine/>
    <w:rsid w:val="001D4FA0"/>
    <w:pPr>
      <w:spacing w:line="240" w:lineRule="auto"/>
      <w:ind w:left="220" w:hanging="220"/>
    </w:pPr>
  </w:style>
  <w:style w:type="paragraph" w:customStyle="1" w:styleId="Defaultbullets">
    <w:name w:val="Default bullets"/>
    <w:basedOn w:val="Normal"/>
    <w:qFormat/>
    <w:rsid w:val="001D4FA0"/>
    <w:pPr>
      <w:numPr>
        <w:numId w:val="7"/>
      </w:numPr>
      <w:spacing w:after="150" w:line="240" w:lineRule="auto"/>
    </w:pPr>
  </w:style>
  <w:style w:type="paragraph" w:customStyle="1" w:styleId="DefaultNumberedlist">
    <w:name w:val="Default Numbered list"/>
    <w:basedOn w:val="Normal"/>
    <w:link w:val="DefaultNumberedlistChar"/>
    <w:qFormat/>
    <w:rsid w:val="001D4FA0"/>
    <w:pPr>
      <w:numPr>
        <w:numId w:val="8"/>
      </w:numPr>
      <w:spacing w:after="9738"/>
    </w:pPr>
  </w:style>
  <w:style w:type="paragraph" w:styleId="TOC5">
    <w:name w:val="toc 5"/>
    <w:basedOn w:val="Normal"/>
    <w:next w:val="Normal"/>
    <w:autoRedefine/>
    <w:uiPriority w:val="39"/>
    <w:unhideWhenUsed/>
    <w:rsid w:val="001D4FA0"/>
    <w:pPr>
      <w:spacing w:after="100" w:line="259" w:lineRule="auto"/>
      <w:ind w:left="880"/>
    </w:pPr>
    <w:rPr>
      <w:sz w:val="22"/>
      <w:szCs w:val="22"/>
    </w:rPr>
  </w:style>
  <w:style w:type="character" w:customStyle="1" w:styleId="DefaultNumberedlistChar">
    <w:name w:val="Default Numbered list Char"/>
    <w:link w:val="DefaultNumberedlist"/>
    <w:rsid w:val="001D4FA0"/>
    <w:rPr>
      <w:sz w:val="24"/>
      <w:szCs w:val="21"/>
      <w:lang w:val="en-US" w:eastAsia="en-US"/>
    </w:rPr>
  </w:style>
  <w:style w:type="paragraph" w:customStyle="1" w:styleId="DefaultBullets0">
    <w:name w:val="Default Bullets"/>
    <w:link w:val="DefaultBulletsChar"/>
    <w:qFormat/>
    <w:rsid w:val="001D4FA0"/>
    <w:pPr>
      <w:ind w:left="1080" w:hanging="360"/>
    </w:pPr>
    <w:rPr>
      <w:sz w:val="24"/>
      <w:lang w:val="en-US" w:eastAsia="en-US"/>
    </w:rPr>
  </w:style>
  <w:style w:type="character" w:customStyle="1" w:styleId="DefaultBulletsChar">
    <w:name w:val="Default Bullets Char"/>
    <w:link w:val="DefaultBullets0"/>
    <w:rsid w:val="001D4FA0"/>
    <w:rPr>
      <w:sz w:val="24"/>
      <w:lang w:val="en-US" w:eastAsia="en-US"/>
    </w:rPr>
  </w:style>
  <w:style w:type="paragraph" w:customStyle="1" w:styleId="CopyrightSub-Title">
    <w:name w:val="Copyright Sub-Title"/>
    <w:basedOn w:val="Normal"/>
    <w:rsid w:val="001D4FA0"/>
    <w:pPr>
      <w:spacing w:after="150" w:line="240" w:lineRule="auto"/>
    </w:pPr>
    <w:rPr>
      <w:szCs w:val="20"/>
    </w:rPr>
  </w:style>
  <w:style w:type="character" w:customStyle="1" w:styleId="CopyrightTitle">
    <w:name w:val="Copyright Title"/>
    <w:rsid w:val="001D4FA0"/>
    <w:rPr>
      <w:rFonts w:ascii="Calibri" w:hAnsi="Calibri"/>
      <w:color w:val="404040"/>
      <w:sz w:val="52"/>
    </w:rPr>
  </w:style>
  <w:style w:type="paragraph" w:styleId="Signature">
    <w:name w:val="Signature"/>
    <w:basedOn w:val="Normal"/>
    <w:link w:val="SignatureChar"/>
    <w:rsid w:val="001D4FA0"/>
    <w:pPr>
      <w:spacing w:line="240" w:lineRule="auto"/>
      <w:ind w:left="4252"/>
    </w:pPr>
  </w:style>
  <w:style w:type="character" w:customStyle="1" w:styleId="SignatureChar">
    <w:name w:val="Signature Char"/>
    <w:link w:val="Signature"/>
    <w:rsid w:val="001D4FA0"/>
    <w:rPr>
      <w:sz w:val="24"/>
      <w:szCs w:val="21"/>
      <w:lang w:val="en-US" w:eastAsia="en-US"/>
    </w:rPr>
  </w:style>
  <w:style w:type="paragraph" w:customStyle="1" w:styleId="StyleCopyrightandTOCTitleLatinBodyCalibri20ptCus">
    <w:name w:val="Style Copyright and TOC Title + (Latin) +Body (Calibri) 20 pt Cus..."/>
    <w:basedOn w:val="CopyrightandTOCTitle"/>
    <w:rsid w:val="001D4FA0"/>
    <w:rPr>
      <w:rFonts w:ascii="Calibri" w:hAnsi="Calibri"/>
      <w:bCs/>
      <w:color w:val="A71D41"/>
      <w:sz w:val="40"/>
    </w:rPr>
  </w:style>
  <w:style w:type="paragraph" w:customStyle="1" w:styleId="TitlePage2">
    <w:name w:val="Title Page 2"/>
    <w:basedOn w:val="Normal"/>
    <w:link w:val="TitlePage2Char"/>
    <w:rsid w:val="001D4FA0"/>
    <w:pPr>
      <w:spacing w:before="120" w:after="150" w:line="240" w:lineRule="auto"/>
      <w:jc w:val="center"/>
    </w:pPr>
    <w:rPr>
      <w:szCs w:val="20"/>
    </w:rPr>
  </w:style>
  <w:style w:type="character" w:customStyle="1" w:styleId="TitlePage2Char">
    <w:name w:val="Title Page 2 Char"/>
    <w:link w:val="TitlePage2"/>
    <w:rsid w:val="001D4FA0"/>
    <w:rPr>
      <w:sz w:val="24"/>
      <w:lang w:val="en-US" w:eastAsia="en-US"/>
    </w:rPr>
  </w:style>
  <w:style w:type="paragraph" w:styleId="TOC4">
    <w:name w:val="toc 4"/>
    <w:basedOn w:val="Normal"/>
    <w:next w:val="Normal"/>
    <w:autoRedefine/>
    <w:uiPriority w:val="39"/>
    <w:rsid w:val="001D4FA0"/>
    <w:pPr>
      <w:spacing w:after="200" w:line="240" w:lineRule="auto"/>
      <w:ind w:left="72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D4FA0"/>
    <w:pPr>
      <w:spacing w:after="200" w:line="240" w:lineRule="auto"/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1D4FA0"/>
    <w:pPr>
      <w:spacing w:after="200" w:line="240" w:lineRule="auto"/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1D4FA0"/>
    <w:pPr>
      <w:spacing w:after="200" w:line="240" w:lineRule="auto"/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1D4FA0"/>
    <w:pPr>
      <w:spacing w:after="200" w:line="240" w:lineRule="auto"/>
      <w:ind w:left="1920"/>
    </w:pPr>
    <w:rPr>
      <w:rFonts w:ascii="Times New Roman" w:hAnsi="Times New Roman"/>
      <w:sz w:val="18"/>
      <w:szCs w:val="18"/>
    </w:rPr>
  </w:style>
  <w:style w:type="paragraph" w:customStyle="1" w:styleId="TOCSub-Title">
    <w:name w:val="TOC Sub-Title"/>
    <w:basedOn w:val="Normal"/>
    <w:rsid w:val="001D4FA0"/>
    <w:pPr>
      <w:spacing w:after="200" w:line="240" w:lineRule="auto"/>
      <w:ind w:left="1843"/>
    </w:pPr>
    <w:rPr>
      <w:b/>
      <w:sz w:val="36"/>
      <w:szCs w:val="20"/>
    </w:rPr>
  </w:style>
  <w:style w:type="paragraph" w:customStyle="1" w:styleId="TOCTitle">
    <w:name w:val="TOC Title"/>
    <w:basedOn w:val="Normal"/>
    <w:link w:val="TOCTitleChar"/>
    <w:qFormat/>
    <w:rsid w:val="001D4FA0"/>
    <w:pPr>
      <w:spacing w:before="120" w:after="200" w:line="240" w:lineRule="auto"/>
      <w:ind w:left="1800"/>
    </w:pPr>
    <w:rPr>
      <w:rFonts w:cs="Arial"/>
      <w:sz w:val="72"/>
      <w:szCs w:val="72"/>
      <w:lang w:val="en-CA"/>
    </w:rPr>
  </w:style>
  <w:style w:type="character" w:customStyle="1" w:styleId="TOCTitleChar">
    <w:name w:val="TOC Title Char"/>
    <w:link w:val="TOCTitle"/>
    <w:rsid w:val="001D4FA0"/>
    <w:rPr>
      <w:rFonts w:cs="Arial"/>
      <w:sz w:val="72"/>
      <w:szCs w:val="7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6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\Desktop\New%20Softskills%20Template\Stock%20Items\Outline_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C212562-601A-45EF-9F19-907A9A7A1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Outline_copy</Template>
  <TotalTime>3</TotalTime>
  <Pages>4</Pages>
  <Words>250</Words>
  <Characters>1265</Characters>
  <Application>Microsoft Office Word</Application>
  <DocSecurity>0</DocSecurity>
  <Lines>38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Course Title</vt:lpstr>
      <vt:lpstr>Course Evaluation</vt:lpstr>
      <vt:lpstr>        General Information</vt:lpstr>
      <vt:lpstr>        General Evaluation</vt:lpstr>
      <vt:lpstr>        Final Thoughts</vt:lpstr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Women and Leadership: Owning Your Strengths and Skills</dc:title>
  <dc:subject/>
  <cp:keywords/>
  <dc:description>Course Evaluation</dc:description>
  <cp:lastPrinted>1999-03-10T08:54:00Z</cp:lastPrinted>
  <dcterms:created xsi:type="dcterms:W3CDTF">2025-10-15T19:20:00Z</dcterms:created>
  <dcterms:modified xsi:type="dcterms:W3CDTF">2025-10-20T12:45:00Z</dcterms:modified>
</cp:coreProperties>
</file>